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6B2F7A60"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12A67A97" w14:textId="4F83A061" w:rsidR="009D0C1A" w:rsidRDefault="00D324DB" w:rsidP="00921A79">
      <w:pPr>
        <w:tabs>
          <w:tab w:val="left" w:pos="8908"/>
        </w:tabs>
        <w:jc w:val="both"/>
        <w:rPr>
          <w:rFonts w:asciiTheme="minorHAnsi" w:hAnsiTheme="minorHAnsi" w:cs="Arial"/>
          <w:b/>
          <w:bCs/>
          <w:sz w:val="20"/>
          <w:szCs w:val="20"/>
        </w:rPr>
      </w:pPr>
      <w:r w:rsidRPr="00D324DB">
        <w:rPr>
          <w:rFonts w:asciiTheme="minorHAnsi" w:hAnsiTheme="minorHAnsi" w:cs="Arial"/>
          <w:b/>
          <w:bCs/>
          <w:sz w:val="20"/>
          <w:szCs w:val="20"/>
        </w:rPr>
        <w:t>PROCEDURA APERTA N. 17/2025 DA ESPERIRSI MEDIANTE RICHIESTA DI OFFERTA IN BUSTA CHIUSA DIGITALE, GESTITA INTERAMENTE PER VIA TELEMATICA, DA AGGIUDICARSI CON IL CRITERIO DELL’OFFERTA ECONOMICAMENTE PIÙ VANTAGGIOSA, AI SENSI DEGLI ARTT. 25, 108 COMMA 1, E 153 COMMA 1 LETT. A) DEL D.LGS. N. 36/2023 E S.M.I., PER L’AFFIDAMENTO DEL SERVIZIO CND (CONTROLLI NON DISTRUTTIVI) SU ASSILI, RUOTE MONOBLOCCO E RUOTE CERCHIATE DELLE SALE MONTATE DEL PARCO ROTABILE DELLE FERROVIE REGIONALI ROMA VITERBO E ROMA METROMARE. CPV 50220000-3 – RUP EMANUELE BELLUZZO; DEC PAOLO BRACCI – CIG</w:t>
      </w:r>
      <w:r w:rsidR="00E11186">
        <w:rPr>
          <w:rFonts w:asciiTheme="minorHAnsi" w:hAnsiTheme="minorHAnsi" w:cs="Arial"/>
          <w:b/>
          <w:bCs/>
          <w:sz w:val="20"/>
          <w:szCs w:val="20"/>
        </w:rPr>
        <w:t xml:space="preserve"> </w:t>
      </w:r>
      <w:r w:rsidR="00E11186" w:rsidRPr="00E11186">
        <w:rPr>
          <w:rFonts w:asciiTheme="minorHAnsi" w:hAnsiTheme="minorHAnsi" w:cs="Arial"/>
          <w:b/>
          <w:bCs/>
          <w:sz w:val="20"/>
          <w:szCs w:val="20"/>
        </w:rPr>
        <w:t>B8DD09E638</w:t>
      </w:r>
    </w:p>
    <w:p w14:paraId="50C8AB28" w14:textId="77777777" w:rsidR="009F4BF3" w:rsidRPr="00A153F4" w:rsidRDefault="009F4BF3" w:rsidP="00921A79">
      <w:pPr>
        <w:tabs>
          <w:tab w:val="left" w:pos="8908"/>
        </w:tabs>
        <w:jc w:val="both"/>
        <w:rPr>
          <w:rFonts w:ascii="Arial" w:hAnsi="Arial" w:cs="Arial"/>
          <w:b/>
          <w:sz w:val="20"/>
          <w:szCs w:val="20"/>
        </w:rPr>
      </w:pPr>
    </w:p>
    <w:p w14:paraId="38C4EC0A" w14:textId="5AF8EC7D"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Il sottoscritto/a</w:t>
      </w:r>
      <w:r w:rsid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430698481"/>
          <w:placeholder>
            <w:docPart w:val="9B240FBC600F4D1B8CFB195AAAC327CB"/>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759FFC38" w14:textId="73E5373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nato/a </w:t>
      </w:r>
      <w:proofErr w:type="spellStart"/>
      <w:r w:rsidRPr="00B24C36">
        <w:rPr>
          <w:rFonts w:asciiTheme="minorHAnsi" w:hAnsiTheme="minorHAnsi" w:cs="Arial"/>
          <w:kern w:val="3"/>
          <w:sz w:val="20"/>
          <w:szCs w:val="20"/>
        </w:rPr>
        <w:t>a</w:t>
      </w:r>
      <w:proofErr w:type="spellEnd"/>
      <w:r w:rsidRP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663246123"/>
          <w:placeholder>
            <w:docPart w:val="F2B0E11347EE4956B75E26006A90E90F"/>
          </w:placeholder>
        </w:sdtPr>
        <w:sdtEndPr/>
        <w:sdtContent>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xml:space="preserve">il </w:t>
      </w:r>
      <w:r w:rsidRPr="00B24C36">
        <w:rPr>
          <w:rFonts w:asciiTheme="minorHAnsi" w:hAnsiTheme="minorHAnsi" w:cs="Arial"/>
          <w:i/>
          <w:kern w:val="3"/>
          <w:sz w:val="20"/>
          <w:szCs w:val="20"/>
        </w:rPr>
        <w:t>.</w:t>
      </w:r>
      <w:sdt>
        <w:sdtPr>
          <w:rPr>
            <w:rFonts w:asciiTheme="minorHAnsi" w:hAnsiTheme="minorHAnsi" w:cs="Arial"/>
            <w:sz w:val="20"/>
            <w:szCs w:val="20"/>
          </w:rPr>
          <w:id w:val="961695421"/>
          <w:placeholder>
            <w:docPart w:val="BCEB13BACAF74529B2A4A9A164FF3E9B"/>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159BE037" w14:textId="6D4B3ABC"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 qualità di (carica sociale)</w:t>
      </w:r>
      <w:r w:rsidRPr="00B24C36">
        <w:rPr>
          <w:rFonts w:asciiTheme="minorHAnsi" w:hAnsiTheme="minorHAnsi" w:cs="Arial"/>
          <w:i/>
          <w:kern w:val="3"/>
          <w:sz w:val="20"/>
          <w:szCs w:val="20"/>
        </w:rPr>
        <w:t xml:space="preserve"> .</w:t>
      </w:r>
      <w:sdt>
        <w:sdtPr>
          <w:rPr>
            <w:rFonts w:asciiTheme="minorHAnsi" w:hAnsiTheme="minorHAnsi" w:cs="Arial"/>
            <w:sz w:val="20"/>
            <w:szCs w:val="20"/>
          </w:rPr>
          <w:id w:val="-2112818072"/>
          <w:placeholder>
            <w:docPart w:val="A6122ADB4B7E4F64BD60874954453A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w:t>
      </w:r>
    </w:p>
    <w:p w14:paraId="17F558CD" w14:textId="78F1B6E8"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della società </w:t>
      </w:r>
      <w:r w:rsidRPr="00B24C36">
        <w:rPr>
          <w:rFonts w:asciiTheme="minorHAnsi" w:hAnsiTheme="minorHAnsi" w:cs="Arial"/>
          <w:i/>
          <w:kern w:val="3"/>
          <w:sz w:val="20"/>
          <w:szCs w:val="20"/>
        </w:rPr>
        <w:t>.</w:t>
      </w:r>
      <w:sdt>
        <w:sdtPr>
          <w:rPr>
            <w:rFonts w:asciiTheme="minorHAnsi" w:hAnsiTheme="minorHAnsi" w:cs="Arial"/>
            <w:sz w:val="20"/>
            <w:szCs w:val="20"/>
          </w:rPr>
          <w:id w:val="-730077896"/>
          <w:placeholder>
            <w:docPart w:val="3FA280CF02DC45B59B8C2C7E482B9C5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3A5C7A81" w14:textId="166C430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sede legale</w:t>
      </w:r>
      <w:r w:rsidRPr="00B24C36">
        <w:rPr>
          <w:rFonts w:asciiTheme="minorHAnsi" w:hAnsiTheme="minorHAnsi" w:cs="Arial"/>
          <w:i/>
          <w:kern w:val="3"/>
          <w:sz w:val="20"/>
          <w:szCs w:val="20"/>
        </w:rPr>
        <w:t>.</w:t>
      </w:r>
      <w:sdt>
        <w:sdtPr>
          <w:rPr>
            <w:rFonts w:asciiTheme="minorHAnsi" w:hAnsiTheme="minorHAnsi" w:cs="Arial"/>
            <w:sz w:val="20"/>
            <w:szCs w:val="20"/>
          </w:rPr>
          <w:id w:val="854541327"/>
          <w:placeholder>
            <w:docPart w:val="34C6876FC8E5419C904743D5015F384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8D46C07" w14:textId="55E623C4"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sede operativa </w:t>
      </w:r>
      <w:r w:rsidRPr="00B24C36">
        <w:rPr>
          <w:rFonts w:asciiTheme="minorHAnsi" w:hAnsiTheme="minorHAnsi" w:cs="Arial"/>
          <w:i/>
          <w:kern w:val="3"/>
          <w:sz w:val="20"/>
          <w:szCs w:val="20"/>
        </w:rPr>
        <w:t>.</w:t>
      </w:r>
      <w:sdt>
        <w:sdtPr>
          <w:rPr>
            <w:rFonts w:asciiTheme="minorHAnsi" w:hAnsiTheme="minorHAnsi" w:cs="Arial"/>
            <w:sz w:val="20"/>
            <w:szCs w:val="20"/>
          </w:rPr>
          <w:id w:val="631827594"/>
          <w:placeholder>
            <w:docPart w:val="A4CE668E4EC045A1A1001DD77967D8C7"/>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5840EEC1" w14:textId="511C90E1"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Codice Fiscale </w:t>
      </w:r>
      <w:r w:rsidRPr="00B24C36">
        <w:rPr>
          <w:rFonts w:asciiTheme="minorHAnsi" w:hAnsiTheme="minorHAnsi" w:cs="Arial"/>
          <w:i/>
          <w:kern w:val="3"/>
          <w:sz w:val="20"/>
          <w:szCs w:val="20"/>
        </w:rPr>
        <w:t>.</w:t>
      </w:r>
      <w:sdt>
        <w:sdtPr>
          <w:rPr>
            <w:rFonts w:asciiTheme="minorHAnsi" w:hAnsiTheme="minorHAnsi" w:cs="Arial"/>
            <w:sz w:val="20"/>
            <w:szCs w:val="20"/>
          </w:rPr>
          <w:id w:val="1921451812"/>
          <w:placeholder>
            <w:docPart w:val="C1DDA3C3484640D1B43480AF9A9F9701"/>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4E145461" w14:textId="6B4BCDC0"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Partita IVA </w:t>
      </w:r>
      <w:r w:rsidRPr="00B24C36">
        <w:rPr>
          <w:rFonts w:asciiTheme="minorHAnsi" w:hAnsiTheme="minorHAnsi" w:cs="Arial"/>
          <w:i/>
          <w:kern w:val="3"/>
          <w:sz w:val="20"/>
          <w:szCs w:val="20"/>
        </w:rPr>
        <w:t>.</w:t>
      </w:r>
      <w:sdt>
        <w:sdtPr>
          <w:rPr>
            <w:rFonts w:asciiTheme="minorHAnsi" w:hAnsiTheme="minorHAnsi" w:cs="Arial"/>
            <w:sz w:val="20"/>
            <w:szCs w:val="20"/>
          </w:rPr>
          <w:id w:val="-454866210"/>
          <w:placeholder>
            <w:docPart w:val="4FCEC782A6C8497EBC7FC73090E99E36"/>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n. telefono </w:t>
      </w:r>
      <w:r w:rsidRPr="00B24C36">
        <w:rPr>
          <w:rFonts w:asciiTheme="minorHAnsi" w:hAnsiTheme="minorHAnsi" w:cs="Arial"/>
          <w:i/>
          <w:kern w:val="3"/>
          <w:sz w:val="20"/>
          <w:szCs w:val="20"/>
        </w:rPr>
        <w:t>.</w:t>
      </w:r>
      <w:sdt>
        <w:sdtPr>
          <w:rPr>
            <w:rFonts w:asciiTheme="minorHAnsi" w:hAnsiTheme="minorHAnsi" w:cs="Arial"/>
            <w:sz w:val="20"/>
            <w:szCs w:val="20"/>
          </w:rPr>
          <w:id w:val="-308488744"/>
          <w:placeholder>
            <w:docPart w:val="100D83D39E2F42959B15FE2AAF716BFB"/>
          </w:placeholder>
        </w:sdtPr>
        <w:sdtEndPr/>
        <w:sdtContent>
          <w:r w:rsidRPr="00B24C36">
            <w:rPr>
              <w:rFonts w:asciiTheme="minorHAnsi" w:hAnsiTheme="minorHAnsi" w:cs="Arial"/>
              <w:sz w:val="20"/>
              <w:szCs w:val="20"/>
            </w:rPr>
            <w:t>.…………………………………</w:t>
          </w:r>
        </w:sdtContent>
      </w:sdt>
    </w:p>
    <w:p w14:paraId="7CF5E726" w14:textId="753D63D5"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indirizzo posta elettronica</w:t>
      </w:r>
      <w:r w:rsidRPr="00B24C36">
        <w:rPr>
          <w:rFonts w:asciiTheme="minorHAnsi" w:hAnsiTheme="minorHAnsi" w:cs="Arial"/>
          <w:i/>
          <w:kern w:val="3"/>
          <w:sz w:val="20"/>
          <w:szCs w:val="20"/>
        </w:rPr>
        <w:t>.</w:t>
      </w:r>
      <w:sdt>
        <w:sdtPr>
          <w:rPr>
            <w:rFonts w:asciiTheme="minorHAnsi" w:hAnsiTheme="minorHAnsi" w:cs="Arial"/>
            <w:sz w:val="20"/>
            <w:szCs w:val="20"/>
          </w:rPr>
          <w:id w:val="-1711414774"/>
          <w:placeholder>
            <w:docPart w:val="C021DE5A0DF746FF869FF4DE6FECB044"/>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PEC:</w:t>
      </w:r>
      <w:r w:rsidRPr="00B24C36">
        <w:rPr>
          <w:rFonts w:asciiTheme="minorHAnsi" w:hAnsiTheme="minorHAnsi" w:cs="Arial"/>
          <w:i/>
          <w:kern w:val="3"/>
          <w:sz w:val="20"/>
          <w:szCs w:val="20"/>
        </w:rPr>
        <w:t xml:space="preserve"> .</w:t>
      </w:r>
      <w:sdt>
        <w:sdtPr>
          <w:rPr>
            <w:rFonts w:asciiTheme="minorHAnsi" w:hAnsiTheme="minorHAnsi" w:cs="Arial"/>
            <w:sz w:val="20"/>
            <w:szCs w:val="20"/>
          </w:rPr>
          <w:id w:val="-1609727539"/>
          <w:placeholder>
            <w:docPart w:val="9BC1829638C74691B5EE7D3F6E5DC0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0B19BD0" w14:textId="77777777" w:rsidR="00F1507F" w:rsidRPr="00262AAE" w:rsidRDefault="00F1507F" w:rsidP="00F1507F">
      <w:pPr>
        <w:jc w:val="both"/>
        <w:rPr>
          <w:rFonts w:ascii="Arial" w:hAnsi="Arial" w:cs="Arial"/>
          <w:b/>
          <w:bCs/>
          <w:color w:val="000000"/>
          <w:sz w:val="20"/>
          <w:szCs w:val="20"/>
        </w:rPr>
      </w:pPr>
    </w:p>
    <w:p w14:paraId="38B3298B" w14:textId="77777777" w:rsidR="00F1507F" w:rsidRPr="00262AAE" w:rsidRDefault="00F1507F" w:rsidP="00F1507F">
      <w:pPr>
        <w:jc w:val="center"/>
        <w:rPr>
          <w:rFonts w:ascii="Arial" w:hAnsi="Arial" w:cs="Arial"/>
          <w:b/>
          <w:bCs/>
          <w:color w:val="000000"/>
          <w:sz w:val="20"/>
          <w:szCs w:val="20"/>
        </w:rPr>
      </w:pPr>
    </w:p>
    <w:p w14:paraId="4C4D8F11" w14:textId="10395E15" w:rsidR="00F1507F" w:rsidRPr="00B24C36" w:rsidRDefault="00F1507F" w:rsidP="00F1507F">
      <w:pPr>
        <w:spacing w:line="360" w:lineRule="auto"/>
        <w:jc w:val="both"/>
        <w:rPr>
          <w:rFonts w:asciiTheme="minorHAnsi" w:hAnsiTheme="minorHAnsi" w:cs="Arial"/>
          <w:color w:val="000000"/>
          <w:sz w:val="20"/>
          <w:szCs w:val="20"/>
        </w:rPr>
      </w:pPr>
      <w:r w:rsidRPr="00B24C36">
        <w:rPr>
          <w:rFonts w:asciiTheme="minorHAnsi" w:hAnsiTheme="minorHAnsi" w:cs="Arial"/>
          <w:b/>
          <w:bCs/>
          <w:color w:val="000000"/>
          <w:sz w:val="20"/>
          <w:szCs w:val="20"/>
        </w:rPr>
        <w:t>Soggetto che presenta l’offerta</w:t>
      </w:r>
      <w:r w:rsidR="00667391">
        <w:rPr>
          <w:rFonts w:asciiTheme="minorHAnsi" w:hAnsiTheme="minorHAnsi" w:cs="Arial"/>
          <w:b/>
          <w:bCs/>
          <w:color w:val="000000"/>
          <w:sz w:val="20"/>
          <w:szCs w:val="20"/>
        </w:rPr>
        <w:t xml:space="preserve"> </w:t>
      </w:r>
      <w:r w:rsidRPr="00B24C36">
        <w:rPr>
          <w:rFonts w:asciiTheme="minorHAnsi" w:hAnsiTheme="minorHAnsi" w:cs="Arial"/>
          <w:b/>
          <w:bCs/>
          <w:color w:val="000000"/>
          <w:sz w:val="20"/>
          <w:szCs w:val="20"/>
        </w:rPr>
        <w:t>nella sua qualità di:</w:t>
      </w:r>
      <w:r w:rsidRPr="00B24C36">
        <w:rPr>
          <w:rFonts w:asciiTheme="minorHAnsi" w:hAnsiTheme="minorHAnsi" w:cs="Arial"/>
          <w:sz w:val="20"/>
          <w:szCs w:val="20"/>
        </w:rPr>
        <w:t xml:space="preserve"> </w:t>
      </w:r>
      <w:r w:rsidRPr="00B24C36">
        <w:rPr>
          <w:rFonts w:asciiTheme="minorHAnsi" w:hAnsiTheme="minorHAnsi" w:cs="Arial"/>
          <w:color w:val="000000"/>
          <w:sz w:val="20"/>
          <w:szCs w:val="20"/>
        </w:rPr>
        <w:t>(barrare la casella che interessa)</w:t>
      </w:r>
    </w:p>
    <w:p w14:paraId="13B7F1D8" w14:textId="7DFE17BA" w:rsidR="00F1507F" w:rsidRPr="00B24C36" w:rsidRDefault="00344E37"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384705695"/>
          <w14:checkbox>
            <w14:checked w14:val="0"/>
            <w14:checkedState w14:val="2612" w14:font="MS Gothic"/>
            <w14:uncheckedState w14:val="2610" w14:font="MS Gothic"/>
          </w14:checkbox>
        </w:sdtPr>
        <w:sdtEndPr/>
        <w:sdtContent>
          <w:r w:rsidR="00805B61">
            <w:rPr>
              <w:rFonts w:ascii="MS Gothic" w:eastAsia="MS Gothic" w:hAnsi="MS Gothic" w:cs="Arial" w:hint="eastAsia"/>
              <w:color w:val="000000"/>
              <w:sz w:val="20"/>
              <w:szCs w:val="20"/>
            </w:rPr>
            <w:t>☐</w:t>
          </w:r>
        </w:sdtContent>
      </w:sdt>
      <w:r w:rsidR="00F1507F" w:rsidRPr="00B24C36">
        <w:rPr>
          <w:rFonts w:asciiTheme="minorHAnsi" w:hAnsiTheme="minorHAnsi" w:cs="Arial"/>
          <w:color w:val="000000"/>
          <w:sz w:val="20"/>
          <w:szCs w:val="20"/>
        </w:rPr>
        <w:t xml:space="preserve">Titolare o Legale rappresentante </w:t>
      </w:r>
    </w:p>
    <w:p w14:paraId="12C5B9FF" w14:textId="77777777" w:rsidR="00F1507F" w:rsidRPr="00B24C36" w:rsidRDefault="00344E37"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7140082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Procuratore speciale / generale</w:t>
      </w:r>
    </w:p>
    <w:p w14:paraId="18497F87" w14:textId="19C6D761" w:rsidR="00F1507F" w:rsidRPr="00B24C36" w:rsidRDefault="00F1507F" w:rsidP="00F1507F">
      <w:pPr>
        <w:autoSpaceDE w:val="0"/>
        <w:autoSpaceDN w:val="0"/>
        <w:adjustRightInd w:val="0"/>
        <w:jc w:val="center"/>
        <w:rPr>
          <w:rFonts w:asciiTheme="minorHAnsi" w:hAnsiTheme="minorHAnsi" w:cs="Arial"/>
          <w:color w:val="000000"/>
          <w:sz w:val="20"/>
          <w:szCs w:val="20"/>
        </w:rPr>
      </w:pPr>
      <w:r w:rsidRPr="00B24C36">
        <w:rPr>
          <w:rFonts w:asciiTheme="minorHAnsi" w:hAnsiTheme="minorHAnsi" w:cs="Arial"/>
          <w:b/>
          <w:bCs/>
          <w:color w:val="000000"/>
          <w:sz w:val="20"/>
          <w:szCs w:val="20"/>
        </w:rPr>
        <w:t xml:space="preserve">per: </w:t>
      </w:r>
      <w:r w:rsidRPr="00B24C36">
        <w:rPr>
          <w:rFonts w:asciiTheme="minorHAnsi" w:hAnsiTheme="minorHAnsi" w:cs="Arial"/>
          <w:color w:val="000000"/>
          <w:sz w:val="20"/>
          <w:szCs w:val="20"/>
        </w:rPr>
        <w:t>(barrare la casella che interessa)</w:t>
      </w:r>
    </w:p>
    <w:p w14:paraId="56AE2479"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p>
    <w:p w14:paraId="71BA2C44" w14:textId="77777777" w:rsidR="00F1507F" w:rsidRPr="00B24C36" w:rsidRDefault="00344E37"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4484341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Impresa individuale (D.Lgs. 36/2023 art. 65 – comma 2 - lett. a);</w:t>
      </w:r>
    </w:p>
    <w:p w14:paraId="0E4125A4" w14:textId="77777777" w:rsidR="00F1507F" w:rsidRPr="00B24C36" w:rsidRDefault="00344E37"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53430619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fra società cooperativa di produzione e lavoro (D.Lgs. 36/2023 art. 65 – comma 2 - lett. b);</w:t>
      </w:r>
    </w:p>
    <w:p w14:paraId="744DBEA5" w14:textId="77777777" w:rsidR="00F1507F" w:rsidRPr="00B24C36" w:rsidRDefault="00344E37"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859655730"/>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tra imprese artigiane (D.Lgs. 36/2023 art. 65 – comma 2 - lett. c);</w:t>
      </w:r>
    </w:p>
    <w:p w14:paraId="6597B760" w14:textId="77777777" w:rsidR="00F1507F" w:rsidRPr="00B24C36" w:rsidRDefault="00344E37"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46485060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stabile (D.Lgs. 36/2023 art. 65 – comma 2 - lett. d);</w:t>
      </w:r>
    </w:p>
    <w:p w14:paraId="0862CC66" w14:textId="77777777" w:rsidR="00F1507F" w:rsidRPr="00B24C36" w:rsidRDefault="00344E37"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3467047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raggruppamento temporaneo (D.Lgs. 36/2023 art. 65 – comma 2 - lett. e);</w:t>
      </w:r>
    </w:p>
    <w:p w14:paraId="51481575"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388650344"/>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556C1061"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259099021"/>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18212733" w14:textId="77777777" w:rsidR="00F1507F" w:rsidRPr="00B24C36" w:rsidRDefault="00344E37"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731123924"/>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consorzio ordinario (D.Lgs. 36/2023 art. 65 – comma 2 - lett. f);</w:t>
      </w:r>
    </w:p>
    <w:p w14:paraId="4AE98DB8"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841771229"/>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7CEE9C8A"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469480386"/>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68F84C06" w14:textId="77777777" w:rsidR="00F1507F" w:rsidRPr="00B24C36" w:rsidRDefault="00344E37"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89862849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Aggregazione di imprese di rete (D.Lgs. 36/2023 art. 65 – comma 2 - lett. g);</w:t>
      </w:r>
    </w:p>
    <w:p w14:paraId="18895F9E"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770501507"/>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dotata di un organo comune con potere di rappresentanza e di soggettività giuridica;</w:t>
      </w:r>
    </w:p>
    <w:p w14:paraId="6925F747"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5199405"/>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con potere di rappresentanza ma priva di soggettività giuridica; </w:t>
      </w:r>
    </w:p>
    <w:p w14:paraId="708C588C"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lastRenderedPageBreak/>
        <w:t xml:space="preserve">-  </w:t>
      </w:r>
      <w:sdt>
        <w:sdtPr>
          <w:rPr>
            <w:rFonts w:asciiTheme="minorHAnsi" w:hAnsiTheme="minorHAnsi" w:cs="Arial"/>
            <w:color w:val="000000"/>
            <w:sz w:val="20"/>
            <w:szCs w:val="20"/>
          </w:rPr>
          <w:id w:val="-1073816860"/>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532DF96E" w14:textId="77777777" w:rsidR="00F1507F" w:rsidRPr="00B24C36" w:rsidRDefault="00344E37"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96349093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 </w:t>
      </w:r>
      <w:r w:rsidR="00F1507F" w:rsidRPr="00B24C36">
        <w:rPr>
          <w:rFonts w:asciiTheme="minorHAnsi" w:hAnsiTheme="minorHAnsi" w:cs="Arial"/>
          <w:color w:val="000000"/>
          <w:sz w:val="20"/>
          <w:szCs w:val="20"/>
          <w:lang w:val="en-US"/>
        </w:rPr>
        <w:t>GEIE (D.Lgs. 36/2023 art. 65 – comma 2 - lett. h);</w:t>
      </w:r>
    </w:p>
    <w:p w14:paraId="25C6D37E" w14:textId="77777777" w:rsidR="00F1507F" w:rsidRPr="00B24C36" w:rsidRDefault="00F1507F" w:rsidP="00F1507F">
      <w:pPr>
        <w:pStyle w:val="LetteraTipo"/>
        <w:jc w:val="both"/>
        <w:rPr>
          <w:rFonts w:asciiTheme="minorHAnsi" w:hAnsiTheme="minorHAnsi"/>
          <w:b/>
        </w:rPr>
      </w:pPr>
    </w:p>
    <w:p w14:paraId="57AC5D24"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DICHIARA / DICHIARANO CONGIUNTAMENTE</w:t>
      </w:r>
    </w:p>
    <w:p w14:paraId="0A7E1C27"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CHE LA/E MEDESIMA/E</w:t>
      </w:r>
    </w:p>
    <w:p w14:paraId="230AB121"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SI OBBLIGA/NO</w:t>
      </w:r>
    </w:p>
    <w:p w14:paraId="060091F1" w14:textId="77777777" w:rsidR="00F1507F" w:rsidRPr="00B24C36" w:rsidRDefault="00F1507F" w:rsidP="00F1507F">
      <w:pPr>
        <w:rPr>
          <w:rFonts w:asciiTheme="minorHAnsi" w:hAnsiTheme="minorHAnsi" w:cs="Arial"/>
          <w:sz w:val="20"/>
          <w:szCs w:val="20"/>
        </w:rPr>
      </w:pPr>
    </w:p>
    <w:p w14:paraId="72C0AE35" w14:textId="77777777" w:rsidR="00FA1A21" w:rsidRDefault="00F1507F" w:rsidP="00FA1A21">
      <w:pPr>
        <w:jc w:val="both"/>
        <w:rPr>
          <w:rFonts w:asciiTheme="minorHAnsi" w:hAnsiTheme="minorHAnsi" w:cs="Arial"/>
          <w:sz w:val="20"/>
          <w:szCs w:val="20"/>
        </w:rPr>
      </w:pPr>
      <w:r w:rsidRPr="00B24C36">
        <w:rPr>
          <w:rFonts w:asciiTheme="minorHAnsi" w:hAnsiTheme="minorHAnsi" w:cs="Arial"/>
          <w:sz w:val="20"/>
          <w:szCs w:val="20"/>
        </w:rPr>
        <w:t>ad eseguire l’appalto in oggetto secondo quanto prescritto dalla documentazione tecnica alle seguenti condizioni:</w:t>
      </w:r>
    </w:p>
    <w:p w14:paraId="39E0390A" w14:textId="77777777" w:rsidR="00E85D76" w:rsidRDefault="00E85D76" w:rsidP="005B69B9">
      <w:pPr>
        <w:pStyle w:val="LetteraTipo"/>
        <w:spacing w:line="276" w:lineRule="auto"/>
        <w:jc w:val="both"/>
        <w:rPr>
          <w:rFonts w:asciiTheme="minorHAnsi" w:hAnsiTheme="minorHAnsi"/>
          <w:b/>
        </w:rPr>
      </w:pPr>
    </w:p>
    <w:p w14:paraId="401F11AA" w14:textId="1D3BF522" w:rsidR="004C3D40" w:rsidRDefault="000D3BAE" w:rsidP="00FA1A21">
      <w:pPr>
        <w:jc w:val="both"/>
        <w:rPr>
          <w:rFonts w:asciiTheme="minorHAnsi" w:hAnsiTheme="minorHAnsi" w:cs="Arial"/>
          <w:b/>
          <w:sz w:val="20"/>
          <w:szCs w:val="20"/>
        </w:rPr>
      </w:pPr>
      <w:r>
        <w:rPr>
          <w:rFonts w:asciiTheme="minorHAnsi" w:hAnsiTheme="minorHAnsi" w:cs="Arial"/>
          <w:b/>
          <w:sz w:val="20"/>
          <w:szCs w:val="20"/>
        </w:rPr>
        <w:t>1</w:t>
      </w:r>
      <w:r w:rsidR="008C014E">
        <w:rPr>
          <w:rFonts w:asciiTheme="minorHAnsi" w:hAnsiTheme="minorHAnsi" w:cs="Arial"/>
          <w:b/>
          <w:sz w:val="20"/>
          <w:szCs w:val="20"/>
        </w:rPr>
        <w:t>)</w:t>
      </w:r>
      <w:r w:rsidR="00FA1A21">
        <w:rPr>
          <w:rFonts w:asciiTheme="minorHAnsi" w:hAnsiTheme="minorHAnsi" w:cs="Arial"/>
          <w:b/>
          <w:sz w:val="20"/>
          <w:szCs w:val="20"/>
        </w:rPr>
        <w:t xml:space="preserve"> </w:t>
      </w:r>
    </w:p>
    <w:p w14:paraId="435D59C3" w14:textId="02F58BEA"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D7438D" w:rsidRPr="00D7438D">
        <w:rPr>
          <w:rFonts w:asciiTheme="minorHAnsi" w:hAnsiTheme="minorHAnsi" w:cs="Arial"/>
          <w:sz w:val="20"/>
          <w:szCs w:val="20"/>
        </w:rPr>
        <w:t xml:space="preserve">pari al prezzo della singola sala montata, decurtato del ribasso unico percentuale (%) offerto espresso fino alla seconda cifra decimale da applicare all’importo posto a base di gara per singola sala montata pari a </w:t>
      </w:r>
      <w:r w:rsidR="00D7438D" w:rsidRPr="00CD37A1">
        <w:rPr>
          <w:rFonts w:asciiTheme="minorHAnsi" w:hAnsiTheme="minorHAnsi" w:cs="Arial"/>
          <w:b/>
          <w:sz w:val="20"/>
          <w:szCs w:val="20"/>
        </w:rPr>
        <w:t>€ 193,88</w:t>
      </w:r>
      <w:r w:rsidR="00076ADD">
        <w:rPr>
          <w:rFonts w:asciiTheme="minorHAnsi" w:hAnsiTheme="minorHAnsi" w:cs="Arial"/>
          <w:b/>
          <w:sz w:val="20"/>
          <w:szCs w:val="20"/>
        </w:rPr>
        <w:t xml:space="preserve"> IVA esclusa</w:t>
      </w:r>
      <w:r w:rsidR="00D7438D" w:rsidRPr="00D7438D">
        <w:rPr>
          <w:rFonts w:asciiTheme="minorHAnsi" w:hAnsiTheme="minorHAnsi" w:cs="Arial"/>
          <w:sz w:val="20"/>
          <w:szCs w:val="20"/>
        </w:rPr>
        <w:t>, moltiplicato per la re</w:t>
      </w:r>
      <w:r w:rsidR="00D7438D">
        <w:rPr>
          <w:rFonts w:asciiTheme="minorHAnsi" w:hAnsiTheme="minorHAnsi" w:cs="Arial"/>
          <w:sz w:val="20"/>
          <w:szCs w:val="20"/>
        </w:rPr>
        <w:t>lativa quantità (</w:t>
      </w:r>
      <w:r w:rsidR="00D7438D" w:rsidRPr="00CD37A1">
        <w:rPr>
          <w:rFonts w:asciiTheme="minorHAnsi" w:hAnsiTheme="minorHAnsi" w:cs="Arial"/>
          <w:b/>
          <w:sz w:val="20"/>
          <w:szCs w:val="20"/>
        </w:rPr>
        <w:t>n. 758</w:t>
      </w:r>
      <w:r w:rsidR="00D7438D">
        <w:rPr>
          <w:rFonts w:asciiTheme="minorHAnsi" w:hAnsiTheme="minorHAnsi" w:cs="Arial"/>
          <w:sz w:val="20"/>
          <w:szCs w:val="20"/>
        </w:rPr>
        <w:t>) più</w:t>
      </w:r>
      <w:r w:rsidR="00D7438D" w:rsidRPr="00D7438D">
        <w:rPr>
          <w:rFonts w:asciiTheme="minorHAnsi" w:hAnsiTheme="minorHAnsi" w:cs="Arial"/>
          <w:sz w:val="20"/>
          <w:szCs w:val="20"/>
        </w:rPr>
        <w:t xml:space="preserve"> </w:t>
      </w:r>
      <w:r w:rsidR="00D7438D" w:rsidRPr="00CD37A1">
        <w:rPr>
          <w:rFonts w:asciiTheme="minorHAnsi" w:hAnsiTheme="minorHAnsi" w:cs="Arial"/>
          <w:b/>
          <w:sz w:val="20"/>
          <w:szCs w:val="20"/>
        </w:rPr>
        <w:t>€ 45.000</w:t>
      </w:r>
      <w:r w:rsidR="00076ADD">
        <w:rPr>
          <w:rFonts w:asciiTheme="minorHAnsi" w:hAnsiTheme="minorHAnsi" w:cs="Arial"/>
          <w:b/>
          <w:sz w:val="20"/>
          <w:szCs w:val="20"/>
        </w:rPr>
        <w:t xml:space="preserve"> IVA esclusa</w:t>
      </w:r>
      <w:r w:rsidR="00D7438D" w:rsidRPr="00D7438D">
        <w:rPr>
          <w:rFonts w:asciiTheme="minorHAnsi" w:hAnsiTheme="minorHAnsi" w:cs="Arial"/>
          <w:sz w:val="20"/>
          <w:szCs w:val="20"/>
        </w:rPr>
        <w:t xml:space="preserve"> che costituisce l’importo massimo spendibile per eventuali servizi/controlli aggiunti-vi opzionali VT, UT, MT, PT linea “RVT” e “Metromare” per 36 mesi,  di cui all’art 6 punti ID4 del CS </w:t>
      </w:r>
      <w:r w:rsidR="00CD37A1">
        <w:rPr>
          <w:rFonts w:asciiTheme="minorHAnsi" w:hAnsiTheme="minorHAnsi" w:cs="Arial"/>
          <w:sz w:val="20"/>
          <w:szCs w:val="20"/>
        </w:rPr>
        <w:t xml:space="preserve"> </w:t>
      </w:r>
      <w:r w:rsidRPr="00CD37A1">
        <w:rPr>
          <w:rFonts w:asciiTheme="minorHAnsi" w:hAnsiTheme="minorHAnsi" w:cs="Arial"/>
          <w:b/>
          <w:sz w:val="20"/>
          <w:szCs w:val="20"/>
        </w:rPr>
        <w:t>(in cifre):</w:t>
      </w:r>
    </w:p>
    <w:p w14:paraId="4BFBD09C" w14:textId="77777777" w:rsidR="00FA1A21" w:rsidRPr="007A430A" w:rsidRDefault="00344E37" w:rsidP="00FA1A21">
      <w:pPr>
        <w:jc w:val="both"/>
        <w:rPr>
          <w:rFonts w:asciiTheme="minorHAnsi" w:hAnsiTheme="minorHAnsi" w:cs="Arial"/>
          <w:sz w:val="20"/>
          <w:szCs w:val="20"/>
        </w:rPr>
      </w:pPr>
      <w:sdt>
        <w:sdtPr>
          <w:rPr>
            <w:rFonts w:asciiTheme="minorHAnsi" w:hAnsiTheme="minorHAnsi" w:cs="Arial"/>
            <w:sz w:val="20"/>
            <w:szCs w:val="20"/>
          </w:rPr>
          <w:id w:val="634991525"/>
          <w:placeholder>
            <w:docPart w:val="792879A44E1849F8B6FB9436A866577D"/>
          </w:placeholder>
          <w:text/>
        </w:sdtPr>
        <w:sdtEndPr/>
        <w:sdtContent>
          <w:r w:rsidR="00FA1A21" w:rsidRPr="007A430A">
            <w:rPr>
              <w:rFonts w:asciiTheme="minorHAnsi" w:hAnsiTheme="minorHAnsi" w:cs="Arial"/>
              <w:sz w:val="20"/>
              <w:szCs w:val="20"/>
            </w:rPr>
            <w:t>…………………………………………………………………………………………………………………...</w:t>
          </w:r>
        </w:sdtContent>
      </w:sdt>
    </w:p>
    <w:p w14:paraId="6EEA4692" w14:textId="77777777" w:rsidR="00FA1A21" w:rsidRPr="00DB23DC" w:rsidRDefault="00FA1A21" w:rsidP="00FA1A21">
      <w:pPr>
        <w:jc w:val="both"/>
        <w:rPr>
          <w:rFonts w:asciiTheme="minorHAnsi" w:hAnsiTheme="minorHAnsi" w:cs="Arial"/>
          <w:sz w:val="20"/>
          <w:szCs w:val="20"/>
        </w:rPr>
      </w:pPr>
    </w:p>
    <w:p w14:paraId="65828069" w14:textId="0F0DEFE9" w:rsidR="00FA1A21" w:rsidRPr="00CD37A1" w:rsidRDefault="00FA1A21" w:rsidP="00FA1A21">
      <w:pPr>
        <w:jc w:val="both"/>
        <w:rPr>
          <w:rFonts w:asciiTheme="minorHAnsi" w:hAnsiTheme="minorHAnsi" w:cs="Arial"/>
          <w:sz w:val="20"/>
          <w:szCs w:val="20"/>
        </w:rPr>
      </w:pPr>
      <w:r>
        <w:rPr>
          <w:rFonts w:asciiTheme="minorHAnsi" w:hAnsiTheme="minorHAnsi" w:cs="Arial"/>
          <w:b/>
          <w:sz w:val="20"/>
          <w:szCs w:val="20"/>
        </w:rPr>
        <w:t>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D7438D" w:rsidRPr="00D7438D">
        <w:rPr>
          <w:rFonts w:asciiTheme="minorHAnsi" w:hAnsiTheme="minorHAnsi" w:cs="Arial"/>
          <w:sz w:val="20"/>
          <w:szCs w:val="20"/>
        </w:rPr>
        <w:t xml:space="preserve">pari al prezzo della singola sala montata, decurtato del ribasso unico percentuale (%) offerto espresso fino alla seconda cifra decimale da applicare all’importo posto a base di gara per singola sala montata pari a </w:t>
      </w:r>
      <w:r w:rsidR="00D7438D" w:rsidRPr="00CD37A1">
        <w:rPr>
          <w:rFonts w:asciiTheme="minorHAnsi" w:hAnsiTheme="minorHAnsi" w:cs="Arial"/>
          <w:b/>
          <w:sz w:val="20"/>
          <w:szCs w:val="20"/>
        </w:rPr>
        <w:t>€ 193,88</w:t>
      </w:r>
      <w:r w:rsidR="00076ADD">
        <w:rPr>
          <w:rFonts w:asciiTheme="minorHAnsi" w:hAnsiTheme="minorHAnsi" w:cs="Arial"/>
          <w:b/>
          <w:sz w:val="20"/>
          <w:szCs w:val="20"/>
        </w:rPr>
        <w:t xml:space="preserve"> IVA esclusa</w:t>
      </w:r>
      <w:r w:rsidR="00D7438D" w:rsidRPr="00D7438D">
        <w:rPr>
          <w:rFonts w:asciiTheme="minorHAnsi" w:hAnsiTheme="minorHAnsi" w:cs="Arial"/>
          <w:sz w:val="20"/>
          <w:szCs w:val="20"/>
        </w:rPr>
        <w:t>, moltiplicato per la relativa quantità (</w:t>
      </w:r>
      <w:r w:rsidR="00D7438D" w:rsidRPr="00CD37A1">
        <w:rPr>
          <w:rFonts w:asciiTheme="minorHAnsi" w:hAnsiTheme="minorHAnsi" w:cs="Arial"/>
          <w:b/>
          <w:sz w:val="20"/>
          <w:szCs w:val="20"/>
        </w:rPr>
        <w:t>n. 758</w:t>
      </w:r>
      <w:r w:rsidR="00D7438D" w:rsidRPr="00D7438D">
        <w:rPr>
          <w:rFonts w:asciiTheme="minorHAnsi" w:hAnsiTheme="minorHAnsi" w:cs="Arial"/>
          <w:sz w:val="20"/>
          <w:szCs w:val="20"/>
        </w:rPr>
        <w:t xml:space="preserve">) più </w:t>
      </w:r>
      <w:r w:rsidR="00D7438D" w:rsidRPr="00CD37A1">
        <w:rPr>
          <w:rFonts w:asciiTheme="minorHAnsi" w:hAnsiTheme="minorHAnsi" w:cs="Arial"/>
          <w:b/>
          <w:sz w:val="20"/>
          <w:szCs w:val="20"/>
        </w:rPr>
        <w:t>€ 45.000</w:t>
      </w:r>
      <w:r w:rsidR="00D7438D" w:rsidRPr="00D7438D">
        <w:rPr>
          <w:rFonts w:asciiTheme="minorHAnsi" w:hAnsiTheme="minorHAnsi" w:cs="Arial"/>
          <w:sz w:val="20"/>
          <w:szCs w:val="20"/>
        </w:rPr>
        <w:t xml:space="preserve"> </w:t>
      </w:r>
      <w:r w:rsidR="00076ADD" w:rsidRPr="00076ADD">
        <w:rPr>
          <w:rFonts w:asciiTheme="minorHAnsi" w:hAnsiTheme="minorHAnsi" w:cs="Arial"/>
          <w:b/>
          <w:sz w:val="20"/>
          <w:szCs w:val="20"/>
        </w:rPr>
        <w:t>IVA esclusa</w:t>
      </w:r>
      <w:r w:rsidR="00076ADD">
        <w:rPr>
          <w:rFonts w:asciiTheme="minorHAnsi" w:hAnsiTheme="minorHAnsi" w:cs="Arial"/>
          <w:sz w:val="20"/>
          <w:szCs w:val="20"/>
        </w:rPr>
        <w:t xml:space="preserve"> </w:t>
      </w:r>
      <w:r w:rsidR="00D7438D" w:rsidRPr="00D7438D">
        <w:rPr>
          <w:rFonts w:asciiTheme="minorHAnsi" w:hAnsiTheme="minorHAnsi" w:cs="Arial"/>
          <w:sz w:val="20"/>
          <w:szCs w:val="20"/>
        </w:rPr>
        <w:t>che costituisce l’importo massimo spendibile per eventuali servizi/controlli aggiunti-vi opzionali VT, UT, MT, PT linea “RVT” e “Metromare” per 36 mesi,  di cui all’art 6 punti ID4 del C</w:t>
      </w:r>
      <w:r w:rsidR="00CD37A1">
        <w:rPr>
          <w:rFonts w:asciiTheme="minorHAnsi" w:hAnsiTheme="minorHAnsi" w:cs="Arial"/>
          <w:sz w:val="20"/>
          <w:szCs w:val="20"/>
        </w:rPr>
        <w:t xml:space="preserve">S </w:t>
      </w:r>
      <w:r w:rsidRPr="00DB23DC">
        <w:rPr>
          <w:rFonts w:asciiTheme="minorHAnsi" w:hAnsiTheme="minorHAnsi" w:cs="Arial"/>
          <w:sz w:val="20"/>
          <w:szCs w:val="20"/>
        </w:rPr>
        <w:t xml:space="preserve"> </w:t>
      </w:r>
      <w:r w:rsidRPr="00CD37A1">
        <w:rPr>
          <w:rFonts w:asciiTheme="minorHAnsi" w:hAnsiTheme="minorHAnsi" w:cs="Arial"/>
          <w:b/>
          <w:sz w:val="20"/>
          <w:szCs w:val="20"/>
        </w:rPr>
        <w:t>(in lettere):</w:t>
      </w:r>
    </w:p>
    <w:p w14:paraId="466C8720" w14:textId="77777777" w:rsidR="00072EFF" w:rsidRDefault="00344E37" w:rsidP="00FA1A21">
      <w:pPr>
        <w:jc w:val="both"/>
        <w:rPr>
          <w:rFonts w:asciiTheme="minorHAnsi" w:hAnsiTheme="minorHAnsi" w:cs="Arial"/>
          <w:sz w:val="20"/>
          <w:szCs w:val="20"/>
        </w:rPr>
      </w:pPr>
      <w:sdt>
        <w:sdtPr>
          <w:rPr>
            <w:rFonts w:asciiTheme="minorHAnsi" w:hAnsiTheme="minorHAnsi" w:cs="Arial"/>
            <w:sz w:val="20"/>
            <w:szCs w:val="20"/>
          </w:rPr>
          <w:id w:val="-1402980767"/>
          <w:placeholder>
            <w:docPart w:val="910628657D984A9BB6504349992350D6"/>
          </w:placeholder>
          <w:text/>
        </w:sdtPr>
        <w:sdtEndPr/>
        <w:sdtContent>
          <w:r w:rsidR="00FA1A21" w:rsidRPr="007A430A">
            <w:rPr>
              <w:rFonts w:asciiTheme="minorHAnsi" w:hAnsiTheme="minorHAnsi" w:cs="Arial"/>
              <w:sz w:val="20"/>
              <w:szCs w:val="20"/>
            </w:rPr>
            <w:t>…………………………………………………………………………………………………………………...</w:t>
          </w:r>
        </w:sdtContent>
      </w:sdt>
    </w:p>
    <w:p w14:paraId="23862E0F" w14:textId="77777777" w:rsidR="00CD37A1" w:rsidRDefault="00CD37A1" w:rsidP="00FA1A21">
      <w:pPr>
        <w:jc w:val="both"/>
        <w:rPr>
          <w:rFonts w:asciiTheme="minorHAnsi" w:hAnsiTheme="minorHAnsi" w:cs="Arial"/>
          <w:b/>
          <w:sz w:val="20"/>
          <w:szCs w:val="20"/>
        </w:rPr>
      </w:pPr>
    </w:p>
    <w:p w14:paraId="6205924C" w14:textId="24B96B0E" w:rsidR="00FA1A21" w:rsidRDefault="00FA1A21" w:rsidP="00FA1A21">
      <w:pPr>
        <w:jc w:val="both"/>
        <w:rPr>
          <w:rFonts w:asciiTheme="minorHAnsi" w:hAnsiTheme="minorHAnsi" w:cs="Arial"/>
          <w:b/>
          <w:sz w:val="20"/>
          <w:szCs w:val="20"/>
        </w:rPr>
      </w:pPr>
      <w:r w:rsidRPr="00FA1A21">
        <w:rPr>
          <w:rFonts w:asciiTheme="minorHAnsi" w:hAnsiTheme="minorHAnsi" w:cs="Arial"/>
          <w:b/>
          <w:sz w:val="20"/>
          <w:szCs w:val="20"/>
        </w:rPr>
        <w:t>più bass</w:t>
      </w:r>
      <w:r w:rsidR="005173E5">
        <w:rPr>
          <w:rFonts w:asciiTheme="minorHAnsi" w:hAnsiTheme="minorHAnsi" w:cs="Arial"/>
          <w:b/>
          <w:sz w:val="20"/>
          <w:szCs w:val="20"/>
        </w:rPr>
        <w:t>o rispetto all</w:t>
      </w:r>
      <w:r w:rsidR="00AF0ED9">
        <w:rPr>
          <w:rFonts w:asciiTheme="minorHAnsi" w:hAnsiTheme="minorHAnsi" w:cs="Arial"/>
          <w:b/>
          <w:sz w:val="20"/>
          <w:szCs w:val="20"/>
        </w:rPr>
        <w:t>’</w:t>
      </w:r>
      <w:r w:rsidR="005173E5">
        <w:rPr>
          <w:rFonts w:asciiTheme="minorHAnsi" w:hAnsiTheme="minorHAnsi" w:cs="Arial"/>
          <w:b/>
          <w:sz w:val="20"/>
          <w:szCs w:val="20"/>
        </w:rPr>
        <w:t>importo</w:t>
      </w:r>
      <w:r w:rsidR="00D7438D">
        <w:rPr>
          <w:rFonts w:asciiTheme="minorHAnsi" w:hAnsiTheme="minorHAnsi" w:cs="Arial"/>
          <w:b/>
          <w:sz w:val="20"/>
          <w:szCs w:val="20"/>
        </w:rPr>
        <w:t xml:space="preserve"> posto a base di gara</w:t>
      </w:r>
      <w:r w:rsidRPr="00FA1A21">
        <w:rPr>
          <w:rFonts w:asciiTheme="minorHAnsi" w:hAnsiTheme="minorHAnsi" w:cs="Arial"/>
          <w:b/>
          <w:sz w:val="20"/>
          <w:szCs w:val="20"/>
        </w:rPr>
        <w:t xml:space="preserve">, pari a </w:t>
      </w:r>
      <w:r w:rsidR="008B6C6C" w:rsidRPr="008B6C6C">
        <w:rPr>
          <w:rFonts w:asciiTheme="minorHAnsi" w:hAnsiTheme="minorHAnsi" w:cs="Arial"/>
          <w:b/>
          <w:sz w:val="20"/>
          <w:szCs w:val="20"/>
        </w:rPr>
        <w:t>€ 191.961,04</w:t>
      </w:r>
      <w:r w:rsidR="00076ADD">
        <w:rPr>
          <w:rFonts w:asciiTheme="minorHAnsi" w:hAnsiTheme="minorHAnsi" w:cs="Arial"/>
          <w:b/>
          <w:sz w:val="20"/>
          <w:szCs w:val="20"/>
        </w:rPr>
        <w:t xml:space="preserve"> IVA esclusa</w:t>
      </w:r>
      <w:r w:rsidR="00B02A82">
        <w:rPr>
          <w:rFonts w:asciiTheme="minorHAnsi" w:hAnsiTheme="minorHAnsi" w:cs="Arial"/>
          <w:b/>
          <w:sz w:val="20"/>
          <w:szCs w:val="20"/>
        </w:rPr>
        <w:t>,</w:t>
      </w:r>
      <w:r w:rsidR="00B02A82" w:rsidRPr="00B02A82">
        <w:rPr>
          <w:rFonts w:asciiTheme="minorHAnsi" w:hAnsiTheme="minorHAnsi" w:cs="Arial"/>
          <w:sz w:val="20"/>
          <w:szCs w:val="20"/>
        </w:rPr>
        <w:t xml:space="preserve"> al netto dei costi della sicurezza da interferenze, non soggetti a ribasso, pari ad € 2.365,44</w:t>
      </w:r>
      <w:r w:rsidR="00B02A82">
        <w:rPr>
          <w:rFonts w:asciiTheme="minorHAnsi" w:hAnsiTheme="minorHAnsi" w:cs="Arial"/>
          <w:sz w:val="20"/>
          <w:szCs w:val="20"/>
        </w:rPr>
        <w:t>.</w:t>
      </w:r>
    </w:p>
    <w:p w14:paraId="695399A9" w14:textId="77777777" w:rsidR="00B02A82" w:rsidRDefault="00B02A82" w:rsidP="00FA1A21">
      <w:pPr>
        <w:jc w:val="both"/>
        <w:rPr>
          <w:rFonts w:asciiTheme="minorHAnsi" w:hAnsiTheme="minorHAnsi" w:cs="Arial"/>
          <w:b/>
          <w:sz w:val="20"/>
          <w:szCs w:val="20"/>
        </w:rPr>
      </w:pPr>
    </w:p>
    <w:p w14:paraId="6DA1B3DD" w14:textId="77777777" w:rsidR="00CD37A1" w:rsidRDefault="00CD37A1" w:rsidP="00FA1A21">
      <w:pPr>
        <w:jc w:val="both"/>
        <w:rPr>
          <w:rFonts w:asciiTheme="minorHAnsi" w:hAnsiTheme="minorHAnsi" w:cs="Arial"/>
          <w:b/>
          <w:sz w:val="20"/>
          <w:szCs w:val="20"/>
        </w:rPr>
      </w:pPr>
    </w:p>
    <w:p w14:paraId="21054BBA" w14:textId="18634B0F" w:rsidR="004C3D40" w:rsidRDefault="000D3BAE" w:rsidP="000D3BAE">
      <w:pPr>
        <w:jc w:val="both"/>
        <w:rPr>
          <w:rFonts w:asciiTheme="minorHAnsi" w:hAnsiTheme="minorHAnsi" w:cs="Arial"/>
          <w:sz w:val="20"/>
          <w:szCs w:val="20"/>
        </w:rPr>
      </w:pPr>
      <w:r>
        <w:rPr>
          <w:rFonts w:asciiTheme="minorHAnsi" w:hAnsiTheme="minorHAnsi" w:cs="Arial"/>
          <w:b/>
          <w:sz w:val="20"/>
          <w:szCs w:val="20"/>
        </w:rPr>
        <w:t>2</w:t>
      </w:r>
      <w:r w:rsidR="008C014E">
        <w:rPr>
          <w:rFonts w:asciiTheme="minorHAnsi" w:hAnsiTheme="minorHAnsi" w:cs="Arial"/>
          <w:b/>
          <w:sz w:val="20"/>
          <w:szCs w:val="20"/>
        </w:rPr>
        <w:t>)</w:t>
      </w:r>
      <w:r>
        <w:rPr>
          <w:rFonts w:asciiTheme="minorHAnsi" w:hAnsiTheme="minorHAnsi" w:cs="Arial"/>
          <w:sz w:val="20"/>
          <w:szCs w:val="20"/>
        </w:rPr>
        <w:t xml:space="preserve"> </w:t>
      </w:r>
    </w:p>
    <w:p w14:paraId="6CBB17BE" w14:textId="6336EF7E" w:rsidR="000D3BAE" w:rsidRPr="00FA1A21" w:rsidRDefault="000D3BAE" w:rsidP="000D3BAE">
      <w:pPr>
        <w:jc w:val="both"/>
        <w:rPr>
          <w:rFonts w:asciiTheme="minorHAnsi" w:hAnsiTheme="minorHAnsi" w:cs="Arial"/>
          <w:sz w:val="20"/>
          <w:szCs w:val="20"/>
        </w:rPr>
      </w:pPr>
      <w:r w:rsidRPr="00FA1A21">
        <w:rPr>
          <w:rFonts w:asciiTheme="minorHAnsi" w:eastAsia="Calibri" w:hAnsiTheme="minorHAnsi" w:cs="Arial"/>
          <w:b/>
          <w:sz w:val="20"/>
          <w:szCs w:val="20"/>
          <w:lang w:eastAsia="en-US"/>
        </w:rPr>
        <w:t xml:space="preserve">RIBASSO UNICO OFFERTO, </w:t>
      </w:r>
      <w:r w:rsidRPr="00FA1A21">
        <w:rPr>
          <w:rFonts w:asciiTheme="minorHAnsi" w:eastAsia="Calibri" w:hAnsiTheme="minorHAnsi" w:cs="Arial"/>
          <w:sz w:val="20"/>
          <w:szCs w:val="20"/>
          <w:lang w:eastAsia="en-US"/>
        </w:rPr>
        <w:t xml:space="preserve">espresso in termini percentuali (%) ed approssimato alla seconda cifra decimale </w:t>
      </w:r>
      <w:r w:rsidRPr="00CD37A1">
        <w:rPr>
          <w:rFonts w:asciiTheme="minorHAnsi" w:eastAsia="Calibri" w:hAnsiTheme="minorHAnsi" w:cs="Arial"/>
          <w:b/>
          <w:sz w:val="20"/>
          <w:szCs w:val="20"/>
          <w:lang w:eastAsia="en-US"/>
        </w:rPr>
        <w:t>(in cifre):</w:t>
      </w:r>
    </w:p>
    <w:p w14:paraId="608AB26E" w14:textId="77777777" w:rsidR="000D3BAE" w:rsidRDefault="000D3BAE" w:rsidP="000D3BAE">
      <w:pPr>
        <w:rPr>
          <w:rFonts w:asciiTheme="minorHAnsi" w:hAnsiTheme="minorHAnsi" w:cs="Arial"/>
          <w:b/>
          <w:sz w:val="20"/>
          <w:szCs w:val="20"/>
        </w:rPr>
      </w:pPr>
      <w:r>
        <w:rPr>
          <w:rFonts w:asciiTheme="minorHAnsi" w:eastAsia="Calibri" w:hAnsiTheme="minorHAnsi" w:cs="Arial"/>
          <w:b/>
          <w:sz w:val="20"/>
          <w:szCs w:val="20"/>
          <w:lang w:eastAsia="en-US"/>
        </w:rPr>
        <w:t xml:space="preserve"> </w:t>
      </w:r>
      <w:r w:rsidRPr="007A430A">
        <w:rPr>
          <w:rFonts w:asciiTheme="minorHAnsi" w:hAnsiTheme="minorHAnsi" w:cs="Arial"/>
          <w:i/>
          <w:sz w:val="20"/>
          <w:szCs w:val="20"/>
        </w:rPr>
        <w:t xml:space="preserve"> </w:t>
      </w:r>
      <w:sdt>
        <w:sdtPr>
          <w:rPr>
            <w:rFonts w:asciiTheme="minorHAnsi" w:hAnsiTheme="minorHAnsi" w:cs="Arial"/>
            <w:sz w:val="20"/>
            <w:szCs w:val="20"/>
          </w:rPr>
          <w:id w:val="-1988315064"/>
          <w:placeholder>
            <w:docPart w:val="02EB0239C1AD4AF1A350539DEC3BD4BC"/>
          </w:placeholder>
          <w:text/>
        </w:sdtPr>
        <w:sdtEndPr/>
        <w:sdtContent>
          <w:r>
            <w:rPr>
              <w:rFonts w:asciiTheme="minorHAnsi" w:hAnsiTheme="minorHAnsi" w:cs="Arial"/>
              <w:sz w:val="20"/>
              <w:szCs w:val="20"/>
            </w:rPr>
            <w:t>……………………………………………………………………………………………………………………………………………………………………</w:t>
          </w:r>
        </w:sdtContent>
      </w:sdt>
    </w:p>
    <w:p w14:paraId="43EC2111" w14:textId="77777777" w:rsidR="000D3BAE" w:rsidRDefault="000D3BAE" w:rsidP="000D3BAE">
      <w:pPr>
        <w:rPr>
          <w:rFonts w:asciiTheme="minorHAnsi" w:hAnsiTheme="minorHAnsi" w:cs="Arial"/>
          <w:b/>
          <w:sz w:val="20"/>
          <w:szCs w:val="20"/>
        </w:rPr>
      </w:pPr>
    </w:p>
    <w:p w14:paraId="54BD73B9" w14:textId="77777777" w:rsidR="000D3BAE" w:rsidRPr="0003307E" w:rsidRDefault="000D3BAE" w:rsidP="000D3BAE">
      <w:pPr>
        <w:rPr>
          <w:rFonts w:asciiTheme="minorHAnsi" w:hAnsiTheme="minorHAnsi" w:cs="Arial"/>
          <w:b/>
          <w:sz w:val="20"/>
          <w:szCs w:val="20"/>
        </w:rPr>
      </w:pPr>
      <w:r w:rsidRPr="007A430A">
        <w:rPr>
          <w:rFonts w:asciiTheme="minorHAnsi" w:eastAsia="Calibri" w:hAnsiTheme="minorHAnsi" w:cs="Arial"/>
          <w:b/>
          <w:sz w:val="20"/>
          <w:szCs w:val="20"/>
          <w:lang w:eastAsia="en-US"/>
        </w:rPr>
        <w:t xml:space="preserve">RIBASSO </w:t>
      </w:r>
      <w:r>
        <w:rPr>
          <w:rFonts w:asciiTheme="minorHAnsi" w:eastAsia="Calibri" w:hAnsiTheme="minorHAnsi" w:cs="Arial"/>
          <w:b/>
          <w:sz w:val="20"/>
          <w:szCs w:val="20"/>
          <w:lang w:eastAsia="en-US"/>
        </w:rPr>
        <w:t xml:space="preserve">UNICO </w:t>
      </w:r>
      <w:r w:rsidRPr="007A430A">
        <w:rPr>
          <w:rFonts w:asciiTheme="minorHAnsi" w:eastAsia="Calibri" w:hAnsiTheme="minorHAnsi" w:cs="Arial"/>
          <w:b/>
          <w:sz w:val="20"/>
          <w:szCs w:val="20"/>
          <w:lang w:eastAsia="en-US"/>
        </w:rPr>
        <w:t>OFFERTO</w:t>
      </w:r>
      <w:r w:rsidRPr="00FA1A21">
        <w:rPr>
          <w:rFonts w:asciiTheme="minorHAnsi" w:eastAsia="Calibri" w:hAnsiTheme="minorHAnsi" w:cs="Arial"/>
          <w:sz w:val="20"/>
          <w:szCs w:val="20"/>
          <w:lang w:eastAsia="en-US"/>
        </w:rPr>
        <w:t xml:space="preserve">, espresso in termini percentuali (%) ed approssimato alla seconda cifra decimale </w:t>
      </w:r>
      <w:r w:rsidRPr="00CD37A1">
        <w:rPr>
          <w:rFonts w:asciiTheme="minorHAnsi" w:eastAsia="Calibri" w:hAnsiTheme="minorHAnsi" w:cs="Arial"/>
          <w:b/>
          <w:sz w:val="20"/>
          <w:szCs w:val="20"/>
          <w:lang w:eastAsia="en-US"/>
        </w:rPr>
        <w:t>(in lettere):</w:t>
      </w:r>
    </w:p>
    <w:p w14:paraId="030D654A" w14:textId="77777777" w:rsidR="000D3BAE" w:rsidRPr="007A430A" w:rsidRDefault="00344E37" w:rsidP="000D3BAE">
      <w:pPr>
        <w:jc w:val="both"/>
        <w:rPr>
          <w:rFonts w:asciiTheme="minorHAnsi" w:hAnsiTheme="minorHAnsi" w:cs="Arial"/>
          <w:sz w:val="20"/>
          <w:szCs w:val="20"/>
        </w:rPr>
      </w:pPr>
      <w:sdt>
        <w:sdtPr>
          <w:rPr>
            <w:rFonts w:ascii="Calibri" w:hAnsi="Calibri" w:cs="Arial"/>
            <w:sz w:val="20"/>
            <w:szCs w:val="20"/>
          </w:rPr>
          <w:id w:val="-105515814"/>
          <w:placeholder>
            <w:docPart w:val="02EB0239C1AD4AF1A350539DEC3BD4BC"/>
          </w:placeholder>
          <w:text/>
        </w:sdtPr>
        <w:sdtEndPr/>
        <w:sdtContent>
          <w:r w:rsidR="000D3BAE" w:rsidRPr="00E85D76">
            <w:rPr>
              <w:rFonts w:ascii="Calibri" w:hAnsi="Calibri" w:cs="Arial"/>
              <w:sz w:val="20"/>
              <w:szCs w:val="20"/>
            </w:rPr>
            <w:t>………………………………………………………………………………………………………………………………………………...</w:t>
          </w:r>
          <w:r w:rsidR="000D3BAE">
            <w:rPr>
              <w:rFonts w:ascii="Calibri" w:hAnsi="Calibri" w:cs="Arial"/>
              <w:sz w:val="20"/>
              <w:szCs w:val="20"/>
            </w:rPr>
            <w:t>....................</w:t>
          </w:r>
        </w:sdtContent>
      </w:sdt>
    </w:p>
    <w:p w14:paraId="6F7E0AE3" w14:textId="77777777" w:rsidR="00CD37A1" w:rsidRDefault="00CD37A1" w:rsidP="000D3BAE">
      <w:pPr>
        <w:pStyle w:val="LetteraTipo"/>
        <w:spacing w:line="276" w:lineRule="auto"/>
        <w:jc w:val="both"/>
        <w:rPr>
          <w:rFonts w:asciiTheme="minorHAnsi" w:hAnsiTheme="minorHAnsi"/>
        </w:rPr>
      </w:pPr>
    </w:p>
    <w:p w14:paraId="33F37CA2" w14:textId="30CBC012" w:rsidR="000D3BAE" w:rsidRDefault="000D3BAE" w:rsidP="000D3BAE">
      <w:pPr>
        <w:pStyle w:val="LetteraTipo"/>
        <w:spacing w:line="276" w:lineRule="auto"/>
        <w:jc w:val="both"/>
        <w:rPr>
          <w:rFonts w:asciiTheme="minorHAnsi" w:hAnsiTheme="minorHAnsi"/>
          <w:b/>
        </w:rPr>
      </w:pPr>
      <w:r w:rsidRPr="00E85D76">
        <w:rPr>
          <w:rFonts w:asciiTheme="minorHAnsi" w:hAnsiTheme="minorHAnsi"/>
        </w:rPr>
        <w:t>da applicare all’importo posto a base di gara per singola sala montata pari a</w:t>
      </w:r>
      <w:r w:rsidRPr="00E85D76">
        <w:rPr>
          <w:rFonts w:asciiTheme="minorHAnsi" w:hAnsiTheme="minorHAnsi"/>
          <w:b/>
        </w:rPr>
        <w:t xml:space="preserve"> € 193,88</w:t>
      </w:r>
      <w:r w:rsidR="00076ADD">
        <w:rPr>
          <w:rFonts w:asciiTheme="minorHAnsi" w:hAnsiTheme="minorHAnsi"/>
          <w:b/>
        </w:rPr>
        <w:t xml:space="preserve"> IVA esclusa.</w:t>
      </w:r>
    </w:p>
    <w:p w14:paraId="1F0127E6" w14:textId="77777777" w:rsidR="000D3BAE" w:rsidRDefault="000D3BAE" w:rsidP="000D3BAE">
      <w:pPr>
        <w:pStyle w:val="LetteraTipo"/>
        <w:spacing w:line="276" w:lineRule="auto"/>
        <w:jc w:val="both"/>
        <w:rPr>
          <w:rFonts w:asciiTheme="minorHAnsi" w:hAnsiTheme="minorHAnsi"/>
          <w:b/>
        </w:rPr>
      </w:pPr>
      <w:r>
        <w:rPr>
          <w:rFonts w:asciiTheme="minorHAnsi" w:hAnsiTheme="minorHAnsi"/>
          <w:b/>
        </w:rPr>
        <w:t xml:space="preserve"> </w:t>
      </w:r>
    </w:p>
    <w:p w14:paraId="51748BFE" w14:textId="77777777" w:rsidR="00CD37A1" w:rsidRDefault="00CD37A1" w:rsidP="000D3BAE">
      <w:pPr>
        <w:pStyle w:val="LetteraTipo"/>
        <w:spacing w:line="276" w:lineRule="auto"/>
        <w:jc w:val="both"/>
        <w:rPr>
          <w:rFonts w:asciiTheme="minorHAnsi" w:hAnsiTheme="minorHAnsi"/>
          <w:b/>
        </w:rPr>
      </w:pPr>
    </w:p>
    <w:p w14:paraId="24804B09" w14:textId="77777777" w:rsidR="00CD37A1" w:rsidRDefault="00CD37A1" w:rsidP="000D3BAE">
      <w:pPr>
        <w:pStyle w:val="LetteraTipo"/>
        <w:spacing w:line="276" w:lineRule="auto"/>
        <w:jc w:val="both"/>
        <w:rPr>
          <w:rFonts w:asciiTheme="minorHAnsi" w:hAnsiTheme="minorHAnsi"/>
          <w:b/>
        </w:rPr>
      </w:pPr>
    </w:p>
    <w:p w14:paraId="68CB581B" w14:textId="77777777" w:rsidR="00CD37A1" w:rsidRDefault="00CD37A1" w:rsidP="000D3BAE">
      <w:pPr>
        <w:pStyle w:val="LetteraTipo"/>
        <w:spacing w:line="276" w:lineRule="auto"/>
        <w:jc w:val="both"/>
        <w:rPr>
          <w:rFonts w:asciiTheme="minorHAnsi" w:hAnsiTheme="minorHAnsi"/>
          <w:b/>
        </w:rPr>
      </w:pPr>
    </w:p>
    <w:p w14:paraId="5BFFFAB8" w14:textId="77777777" w:rsidR="00CD37A1" w:rsidRDefault="00CD37A1" w:rsidP="000D3BAE">
      <w:pPr>
        <w:pStyle w:val="LetteraTipo"/>
        <w:spacing w:line="276" w:lineRule="auto"/>
        <w:jc w:val="both"/>
        <w:rPr>
          <w:rFonts w:asciiTheme="minorHAnsi" w:hAnsiTheme="minorHAnsi"/>
          <w:b/>
        </w:rPr>
      </w:pPr>
    </w:p>
    <w:p w14:paraId="064248CD" w14:textId="77777777" w:rsidR="00CD37A1" w:rsidRDefault="00CD37A1" w:rsidP="000D3BAE">
      <w:pPr>
        <w:pStyle w:val="LetteraTipo"/>
        <w:spacing w:line="276" w:lineRule="auto"/>
        <w:jc w:val="both"/>
        <w:rPr>
          <w:rFonts w:asciiTheme="minorHAnsi" w:hAnsiTheme="minorHAnsi"/>
          <w:b/>
        </w:rPr>
      </w:pPr>
    </w:p>
    <w:p w14:paraId="37EF9FCA" w14:textId="77777777" w:rsidR="00CD37A1" w:rsidRDefault="00CD37A1" w:rsidP="000D3BAE">
      <w:pPr>
        <w:pStyle w:val="LetteraTipo"/>
        <w:spacing w:line="276" w:lineRule="auto"/>
        <w:jc w:val="both"/>
        <w:rPr>
          <w:rFonts w:asciiTheme="minorHAnsi" w:hAnsiTheme="minorHAnsi"/>
          <w:b/>
        </w:rPr>
      </w:pPr>
    </w:p>
    <w:p w14:paraId="7ED1CE83" w14:textId="77777777" w:rsidR="00CD37A1" w:rsidRDefault="00CD37A1" w:rsidP="000D3BAE">
      <w:pPr>
        <w:pStyle w:val="LetteraTipo"/>
        <w:spacing w:line="276" w:lineRule="auto"/>
        <w:jc w:val="both"/>
        <w:rPr>
          <w:rFonts w:asciiTheme="minorHAnsi" w:hAnsiTheme="minorHAnsi"/>
          <w:b/>
        </w:rPr>
      </w:pPr>
    </w:p>
    <w:p w14:paraId="5B9A7FFD" w14:textId="77777777" w:rsidR="004C3D40" w:rsidRDefault="004C3D40" w:rsidP="000D3BAE">
      <w:pPr>
        <w:pStyle w:val="LetteraTipo"/>
        <w:spacing w:line="276" w:lineRule="auto"/>
        <w:jc w:val="both"/>
        <w:rPr>
          <w:rFonts w:asciiTheme="minorHAnsi" w:hAnsiTheme="minorHAnsi"/>
        </w:rPr>
      </w:pPr>
    </w:p>
    <w:p w14:paraId="512CFD14" w14:textId="77777777" w:rsidR="004C3D40" w:rsidRDefault="004C3D40" w:rsidP="000D3BAE">
      <w:pPr>
        <w:pStyle w:val="LetteraTipo"/>
        <w:spacing w:line="276" w:lineRule="auto"/>
        <w:jc w:val="both"/>
        <w:rPr>
          <w:rFonts w:asciiTheme="minorHAnsi" w:hAnsiTheme="minorHAnsi"/>
        </w:rPr>
      </w:pPr>
    </w:p>
    <w:p w14:paraId="4D8EAC35" w14:textId="77777777" w:rsidR="004C3D40" w:rsidRPr="004C3D40" w:rsidRDefault="004C3D40" w:rsidP="000D3BAE">
      <w:pPr>
        <w:pStyle w:val="LetteraTipo"/>
        <w:spacing w:line="276" w:lineRule="auto"/>
        <w:jc w:val="both"/>
        <w:rPr>
          <w:rFonts w:asciiTheme="minorHAnsi" w:hAnsiTheme="minorHAnsi"/>
          <w:b/>
        </w:rPr>
      </w:pPr>
      <w:r w:rsidRPr="004C3D40">
        <w:rPr>
          <w:rFonts w:asciiTheme="minorHAnsi" w:hAnsiTheme="minorHAnsi"/>
          <w:b/>
        </w:rPr>
        <w:t>3)</w:t>
      </w:r>
    </w:p>
    <w:p w14:paraId="0A647342" w14:textId="75715B9F" w:rsidR="000D3BAE" w:rsidRPr="004025BA" w:rsidRDefault="000D3BAE" w:rsidP="000D3BAE">
      <w:pPr>
        <w:pStyle w:val="LetteraTipo"/>
        <w:spacing w:line="276" w:lineRule="auto"/>
        <w:jc w:val="both"/>
        <w:rPr>
          <w:rFonts w:asciiTheme="minorHAnsi" w:eastAsia="Times New Roman" w:hAnsiTheme="minorHAnsi"/>
          <w:lang w:eastAsia="it-IT"/>
        </w:rPr>
      </w:pPr>
      <w:r w:rsidRPr="004025BA">
        <w:rPr>
          <w:rFonts w:asciiTheme="minorHAnsi" w:eastAsia="Times New Roman" w:hAnsiTheme="minorHAnsi"/>
          <w:lang w:eastAsia="it-IT"/>
        </w:rPr>
        <w:t>Si riportano, di seguito,</w:t>
      </w:r>
      <w:r w:rsidR="00237DB6" w:rsidRPr="004025BA">
        <w:rPr>
          <w:rFonts w:asciiTheme="minorHAnsi" w:eastAsia="Times New Roman" w:hAnsiTheme="minorHAnsi"/>
          <w:lang w:eastAsia="it-IT"/>
        </w:rPr>
        <w:t xml:space="preserve"> i prezzi, espressi in euro (€)</w:t>
      </w:r>
      <w:r w:rsidR="00076ADD" w:rsidRPr="004025BA">
        <w:rPr>
          <w:rFonts w:asciiTheme="minorHAnsi" w:eastAsia="Times New Roman" w:hAnsiTheme="minorHAnsi"/>
          <w:lang w:eastAsia="it-IT"/>
        </w:rPr>
        <w:t xml:space="preserve"> IVA esclusa</w:t>
      </w:r>
      <w:r w:rsidR="00237DB6" w:rsidRPr="004025BA">
        <w:rPr>
          <w:rFonts w:asciiTheme="minorHAnsi" w:eastAsia="Times New Roman" w:hAnsiTheme="minorHAnsi"/>
          <w:lang w:eastAsia="it-IT"/>
        </w:rPr>
        <w:t>, per l’esecuzione del servizio esclusivamente su</w:t>
      </w:r>
      <w:r w:rsidRPr="004025BA">
        <w:rPr>
          <w:rFonts w:asciiTheme="minorHAnsi" w:eastAsia="Times New Roman" w:hAnsiTheme="minorHAnsi"/>
          <w:lang w:eastAsia="it-IT"/>
        </w:rPr>
        <w:t>:</w:t>
      </w:r>
    </w:p>
    <w:p w14:paraId="5AF2369D" w14:textId="616436A0" w:rsidR="004C3D40" w:rsidRPr="004025BA" w:rsidRDefault="004C3D40" w:rsidP="004C3D40">
      <w:pPr>
        <w:rPr>
          <w:rFonts w:asciiTheme="minorHAnsi" w:hAnsiTheme="minorHAnsi" w:cs="Arial"/>
          <w:sz w:val="20"/>
          <w:szCs w:val="20"/>
        </w:rPr>
      </w:pPr>
    </w:p>
    <w:p w14:paraId="795423E8" w14:textId="49DE1153" w:rsidR="004C3D40" w:rsidRDefault="00237DB6" w:rsidP="004C3D40">
      <w:pPr>
        <w:rPr>
          <w:rFonts w:asciiTheme="minorHAnsi" w:hAnsiTheme="minorHAnsi" w:cs="Arial"/>
          <w:sz w:val="20"/>
          <w:szCs w:val="20"/>
        </w:rPr>
      </w:pPr>
      <w:r w:rsidRPr="004025BA">
        <w:rPr>
          <w:rFonts w:asciiTheme="minorHAnsi" w:hAnsiTheme="minorHAnsi" w:cs="Arial"/>
          <w:b/>
          <w:sz w:val="20"/>
          <w:szCs w:val="20"/>
        </w:rPr>
        <w:t>Importo ruote (n. 2)</w:t>
      </w:r>
      <w:r w:rsidR="004C3D40" w:rsidRPr="004025BA">
        <w:rPr>
          <w:rFonts w:asciiTheme="minorHAnsi" w:hAnsiTheme="minorHAnsi" w:cs="Arial"/>
          <w:b/>
          <w:sz w:val="20"/>
          <w:szCs w:val="20"/>
        </w:rPr>
        <w:t xml:space="preserve"> </w:t>
      </w:r>
      <w:r w:rsidR="004C3D40" w:rsidRPr="004C3D40">
        <w:rPr>
          <w:rFonts w:asciiTheme="minorHAnsi" w:hAnsiTheme="minorHAnsi" w:cs="Arial"/>
          <w:sz w:val="20"/>
          <w:szCs w:val="20"/>
        </w:rPr>
        <w:t>(in cifre):</w:t>
      </w:r>
      <w:r w:rsidR="004C3D40" w:rsidRPr="004025BA">
        <w:rPr>
          <w:rFonts w:asciiTheme="minorHAnsi" w:hAnsiTheme="minorHAnsi" w:cs="Arial"/>
          <w:sz w:val="20"/>
          <w:szCs w:val="20"/>
        </w:rPr>
        <w:t xml:space="preserve"> </w:t>
      </w:r>
      <w:sdt>
        <w:sdtPr>
          <w:rPr>
            <w:rFonts w:asciiTheme="minorHAnsi" w:hAnsiTheme="minorHAnsi" w:cs="Arial"/>
            <w:sz w:val="20"/>
            <w:szCs w:val="20"/>
          </w:rPr>
          <w:id w:val="878897249"/>
          <w:placeholder>
            <w:docPart w:val="A2E68790B70747CAB3FAC81C88DA7BA7"/>
          </w:placeholder>
          <w:text/>
        </w:sdtPr>
        <w:sdtEndPr/>
        <w:sdtContent>
          <w:r w:rsidR="004025BA">
            <w:rPr>
              <w:rFonts w:asciiTheme="minorHAnsi" w:hAnsiTheme="minorHAnsi" w:cs="Arial"/>
              <w:sz w:val="20"/>
              <w:szCs w:val="20"/>
            </w:rPr>
            <w:t>…………………………</w:t>
          </w:r>
        </w:sdtContent>
      </w:sdt>
      <w:r w:rsidR="00805B61">
        <w:rPr>
          <w:rFonts w:asciiTheme="minorHAnsi" w:hAnsiTheme="minorHAnsi" w:cs="Arial"/>
          <w:sz w:val="20"/>
          <w:szCs w:val="20"/>
        </w:rPr>
        <w:t>(in lettere):</w:t>
      </w:r>
      <w:r w:rsidR="00805B61" w:rsidRPr="00805B61">
        <w:rPr>
          <w:rFonts w:asciiTheme="minorHAnsi" w:hAnsiTheme="minorHAnsi" w:cs="Arial"/>
          <w:sz w:val="20"/>
          <w:szCs w:val="20"/>
        </w:rPr>
        <w:t xml:space="preserve"> </w:t>
      </w:r>
      <w:sdt>
        <w:sdtPr>
          <w:rPr>
            <w:rFonts w:asciiTheme="minorHAnsi" w:hAnsiTheme="minorHAnsi" w:cs="Arial"/>
            <w:sz w:val="20"/>
            <w:szCs w:val="20"/>
          </w:rPr>
          <w:id w:val="598305005"/>
          <w:placeholder>
            <w:docPart w:val="3A0E0A688C4D48EA844FBC28FB4F5AC5"/>
          </w:placeholder>
          <w:text/>
        </w:sdtPr>
        <w:sdtContent>
          <w:r w:rsidR="00805B61">
            <w:rPr>
              <w:rFonts w:asciiTheme="minorHAnsi" w:hAnsiTheme="minorHAnsi" w:cs="Arial"/>
              <w:sz w:val="20"/>
              <w:szCs w:val="20"/>
            </w:rPr>
            <w:t>…………………………</w:t>
          </w:r>
        </w:sdtContent>
      </w:sdt>
      <w:bookmarkStart w:id="0" w:name="_GoBack"/>
      <w:bookmarkEnd w:id="0"/>
    </w:p>
    <w:p w14:paraId="636544E5" w14:textId="77777777" w:rsidR="004025BA" w:rsidRPr="004025BA" w:rsidRDefault="004025BA" w:rsidP="004C3D40">
      <w:pPr>
        <w:rPr>
          <w:rFonts w:asciiTheme="minorHAnsi" w:hAnsiTheme="minorHAnsi" w:cs="Arial"/>
          <w:sz w:val="20"/>
          <w:szCs w:val="20"/>
        </w:rPr>
      </w:pPr>
    </w:p>
    <w:p w14:paraId="7933D39A" w14:textId="76E4FC6C" w:rsidR="004C3D40" w:rsidRDefault="004025BA" w:rsidP="004025BA">
      <w:pPr>
        <w:rPr>
          <w:rFonts w:asciiTheme="minorHAnsi" w:hAnsiTheme="minorHAnsi" w:cs="Arial"/>
          <w:b/>
          <w:sz w:val="20"/>
          <w:szCs w:val="20"/>
        </w:rPr>
      </w:pPr>
      <w:r>
        <w:rPr>
          <w:rFonts w:asciiTheme="minorHAnsi" w:hAnsiTheme="minorHAnsi" w:cs="Arial"/>
          <w:b/>
          <w:sz w:val="20"/>
          <w:szCs w:val="20"/>
        </w:rPr>
        <w:t>I</w:t>
      </w:r>
      <w:r w:rsidR="000D3BAE" w:rsidRPr="004025BA">
        <w:rPr>
          <w:rFonts w:asciiTheme="minorHAnsi" w:hAnsiTheme="minorHAnsi" w:cs="Arial"/>
          <w:b/>
          <w:sz w:val="20"/>
          <w:szCs w:val="20"/>
        </w:rPr>
        <w:t>mporto assile</w:t>
      </w:r>
      <w:r>
        <w:rPr>
          <w:rFonts w:asciiTheme="minorHAnsi" w:hAnsiTheme="minorHAnsi" w:cs="Arial"/>
          <w:b/>
          <w:sz w:val="20"/>
          <w:szCs w:val="20"/>
        </w:rPr>
        <w:t xml:space="preserve"> </w:t>
      </w:r>
      <w:r w:rsidRPr="004025BA">
        <w:rPr>
          <w:rFonts w:asciiTheme="minorHAnsi" w:hAnsiTheme="minorHAnsi" w:cs="Arial"/>
          <w:sz w:val="20"/>
          <w:szCs w:val="20"/>
        </w:rPr>
        <w:t>(in cifre):</w:t>
      </w:r>
      <w:r w:rsidRPr="004025BA">
        <w:rPr>
          <w:rFonts w:asciiTheme="minorHAnsi" w:hAnsiTheme="minorHAnsi" w:cs="Arial"/>
          <w:b/>
          <w:sz w:val="20"/>
          <w:szCs w:val="20"/>
        </w:rPr>
        <w:t xml:space="preserve"> </w:t>
      </w:r>
      <w:sdt>
        <w:sdtPr>
          <w:rPr>
            <w:rFonts w:asciiTheme="minorHAnsi" w:hAnsiTheme="minorHAnsi" w:cs="Arial"/>
            <w:sz w:val="20"/>
            <w:szCs w:val="20"/>
          </w:rPr>
          <w:id w:val="612407770"/>
          <w:placeholder>
            <w:docPart w:val="5E0E244B52B24073AB99B13B67C5ED10"/>
          </w:placeholder>
          <w:text/>
        </w:sdtPr>
        <w:sdtEndPr/>
        <w:sdtContent>
          <w:r>
            <w:rPr>
              <w:rFonts w:asciiTheme="minorHAnsi" w:hAnsiTheme="minorHAnsi" w:cs="Arial"/>
              <w:sz w:val="20"/>
              <w:szCs w:val="20"/>
            </w:rPr>
            <w:t>…………………………</w:t>
          </w:r>
        </w:sdtContent>
      </w:sdt>
      <w:r w:rsidRPr="004025BA">
        <w:rPr>
          <w:rFonts w:asciiTheme="minorHAnsi" w:hAnsiTheme="minorHAnsi" w:cs="Arial"/>
          <w:sz w:val="20"/>
          <w:szCs w:val="20"/>
        </w:rPr>
        <w:t xml:space="preserve"> (in lettere):</w:t>
      </w:r>
      <w:r w:rsidRPr="004025BA">
        <w:rPr>
          <w:rFonts w:asciiTheme="minorHAnsi" w:hAnsiTheme="minorHAnsi" w:cs="Arial"/>
          <w:b/>
          <w:sz w:val="20"/>
          <w:szCs w:val="20"/>
        </w:rPr>
        <w:t xml:space="preserve"> </w:t>
      </w:r>
      <w:sdt>
        <w:sdtPr>
          <w:rPr>
            <w:rFonts w:asciiTheme="minorHAnsi" w:hAnsiTheme="minorHAnsi" w:cs="Arial"/>
            <w:sz w:val="20"/>
            <w:szCs w:val="20"/>
          </w:rPr>
          <w:id w:val="1628584418"/>
          <w:placeholder>
            <w:docPart w:val="9E911EC2005247E4BA778BFB835A7EE2"/>
          </w:placeholder>
          <w:text/>
        </w:sdtPr>
        <w:sdtEndPr/>
        <w:sdtContent>
          <w:r>
            <w:rPr>
              <w:rFonts w:asciiTheme="minorHAnsi" w:hAnsiTheme="minorHAnsi" w:cs="Arial"/>
              <w:sz w:val="20"/>
              <w:szCs w:val="20"/>
            </w:rPr>
            <w:t>…………………………</w:t>
          </w:r>
        </w:sdtContent>
      </w:sdt>
    </w:p>
    <w:p w14:paraId="660033FD" w14:textId="77777777" w:rsidR="004C3D40" w:rsidRDefault="004C3D40" w:rsidP="004C3D40">
      <w:pPr>
        <w:jc w:val="both"/>
        <w:rPr>
          <w:rFonts w:asciiTheme="minorHAnsi" w:hAnsiTheme="minorHAnsi" w:cs="Arial"/>
          <w:b/>
          <w:sz w:val="20"/>
          <w:szCs w:val="20"/>
        </w:rPr>
      </w:pPr>
    </w:p>
    <w:p w14:paraId="0CCF50F9" w14:textId="77777777" w:rsidR="004025BA" w:rsidRDefault="004025BA" w:rsidP="004C3D40">
      <w:pPr>
        <w:jc w:val="both"/>
        <w:rPr>
          <w:rFonts w:asciiTheme="minorHAnsi" w:hAnsiTheme="minorHAnsi" w:cs="Arial"/>
          <w:b/>
          <w:sz w:val="20"/>
          <w:szCs w:val="20"/>
        </w:rPr>
      </w:pPr>
    </w:p>
    <w:p w14:paraId="717A51A6" w14:textId="3C038823" w:rsidR="00082FA2" w:rsidRDefault="00237DB6" w:rsidP="004C3D40">
      <w:pPr>
        <w:jc w:val="both"/>
      </w:pPr>
      <w:r w:rsidRPr="00076ADD">
        <w:rPr>
          <w:rFonts w:asciiTheme="minorHAnsi" w:hAnsiTheme="minorHAnsi" w:cs="Arial"/>
          <w:b/>
          <w:sz w:val="20"/>
          <w:szCs w:val="20"/>
        </w:rPr>
        <w:t>N</w:t>
      </w:r>
      <w:r w:rsidR="004C3D40">
        <w:rPr>
          <w:rFonts w:asciiTheme="minorHAnsi" w:hAnsiTheme="minorHAnsi" w:cs="Arial"/>
          <w:b/>
          <w:sz w:val="20"/>
          <w:szCs w:val="20"/>
        </w:rPr>
        <w:t>.</w:t>
      </w:r>
      <w:r w:rsidRPr="00076ADD">
        <w:rPr>
          <w:rFonts w:asciiTheme="minorHAnsi" w:hAnsiTheme="minorHAnsi" w:cs="Arial"/>
          <w:b/>
          <w:sz w:val="20"/>
          <w:szCs w:val="20"/>
        </w:rPr>
        <w:t>B. La somma dell’importo offerto per il servizio sulle ruote e dell’importo offerto per il servizio sull’assile deve essere pari all’importo offerto per il servizio sulla intera sala montata</w:t>
      </w:r>
      <w:r w:rsidR="00076ADD" w:rsidRPr="00076ADD">
        <w:rPr>
          <w:rFonts w:asciiTheme="minorHAnsi" w:hAnsiTheme="minorHAnsi" w:cs="Arial"/>
          <w:b/>
          <w:sz w:val="20"/>
          <w:szCs w:val="20"/>
        </w:rPr>
        <w:t xml:space="preserve"> (</w:t>
      </w:r>
      <w:r w:rsidR="00076ADD">
        <w:rPr>
          <w:rFonts w:asciiTheme="minorHAnsi" w:hAnsiTheme="minorHAnsi" w:cs="Arial"/>
          <w:b/>
          <w:sz w:val="20"/>
          <w:szCs w:val="20"/>
        </w:rPr>
        <w:t>ovvero</w:t>
      </w:r>
      <w:r w:rsidR="00076ADD" w:rsidRPr="00076ADD">
        <w:rPr>
          <w:rFonts w:asciiTheme="minorHAnsi" w:hAnsiTheme="minorHAnsi" w:cs="Arial"/>
          <w:b/>
          <w:sz w:val="20"/>
          <w:szCs w:val="20"/>
        </w:rPr>
        <w:t xml:space="preserve"> l’importo posto a base di gara per singola sala montata</w:t>
      </w:r>
      <w:r w:rsidR="00076ADD">
        <w:rPr>
          <w:rFonts w:asciiTheme="minorHAnsi" w:hAnsiTheme="minorHAnsi" w:cs="Arial"/>
          <w:b/>
          <w:sz w:val="20"/>
          <w:szCs w:val="20"/>
        </w:rPr>
        <w:t>,</w:t>
      </w:r>
      <w:r w:rsidR="00076ADD" w:rsidRPr="00076ADD">
        <w:rPr>
          <w:rFonts w:asciiTheme="minorHAnsi" w:hAnsiTheme="minorHAnsi" w:cs="Arial"/>
          <w:b/>
          <w:sz w:val="20"/>
          <w:szCs w:val="20"/>
        </w:rPr>
        <w:t xml:space="preserve"> pari a € 193,88</w:t>
      </w:r>
      <w:r w:rsidR="00082FA2" w:rsidRPr="00082FA2">
        <w:t xml:space="preserve"> </w:t>
      </w:r>
      <w:r w:rsidR="00082FA2" w:rsidRPr="00082FA2">
        <w:rPr>
          <w:rFonts w:asciiTheme="minorHAnsi" w:hAnsiTheme="minorHAnsi" w:cs="Arial"/>
          <w:b/>
          <w:sz w:val="20"/>
          <w:szCs w:val="20"/>
        </w:rPr>
        <w:t>IVA esclusa</w:t>
      </w:r>
      <w:r w:rsidR="00076ADD">
        <w:rPr>
          <w:rFonts w:asciiTheme="minorHAnsi" w:hAnsiTheme="minorHAnsi" w:cs="Arial"/>
          <w:b/>
          <w:sz w:val="20"/>
          <w:szCs w:val="20"/>
        </w:rPr>
        <w:t>,</w:t>
      </w:r>
      <w:r w:rsidR="00076ADD" w:rsidRPr="00076ADD">
        <w:rPr>
          <w:rFonts w:asciiTheme="minorHAnsi" w:hAnsiTheme="minorHAnsi" w:cs="Arial"/>
          <w:b/>
          <w:sz w:val="20"/>
          <w:szCs w:val="20"/>
        </w:rPr>
        <w:t xml:space="preserve"> decurtato del ribasso percentuale offerto</w:t>
      </w:r>
      <w:r w:rsidR="00224434">
        <w:rPr>
          <w:rFonts w:asciiTheme="minorHAnsi" w:hAnsiTheme="minorHAnsi" w:cs="Arial"/>
          <w:b/>
          <w:sz w:val="20"/>
          <w:szCs w:val="20"/>
        </w:rPr>
        <w:t>)</w:t>
      </w:r>
      <w:r w:rsidR="00076ADD" w:rsidRPr="00076ADD">
        <w:rPr>
          <w:rFonts w:asciiTheme="minorHAnsi" w:hAnsiTheme="minorHAnsi" w:cs="Arial"/>
          <w:b/>
          <w:sz w:val="20"/>
          <w:szCs w:val="20"/>
        </w:rPr>
        <w:t>.</w:t>
      </w:r>
      <w:r w:rsidR="00076ADD" w:rsidRPr="00076ADD">
        <w:t xml:space="preserve"> </w:t>
      </w:r>
    </w:p>
    <w:p w14:paraId="55954FFA" w14:textId="7C9B408B" w:rsidR="00072EFF" w:rsidRDefault="00076ADD" w:rsidP="00072EFF">
      <w:pPr>
        <w:jc w:val="both"/>
        <w:rPr>
          <w:rFonts w:asciiTheme="minorHAnsi" w:hAnsiTheme="minorHAnsi" w:cs="Arial"/>
          <w:b/>
          <w:sz w:val="20"/>
          <w:szCs w:val="20"/>
        </w:rPr>
      </w:pPr>
      <w:r w:rsidRPr="00076ADD">
        <w:rPr>
          <w:rFonts w:asciiTheme="minorHAnsi" w:hAnsiTheme="minorHAnsi" w:cs="Arial"/>
          <w:b/>
          <w:sz w:val="20"/>
          <w:szCs w:val="20"/>
        </w:rPr>
        <w:t>In caso di difformità da quanto sopra – non rilevando ai fini dell’aggiudicazione né dell’importo dell’affidamento – saranno concordemente rideterminati nel contratto fermo restando l’importo offerto per l’interna sala montata.</w:t>
      </w:r>
    </w:p>
    <w:p w14:paraId="04FA98DA" w14:textId="77777777" w:rsidR="00076ADD" w:rsidRPr="00076ADD" w:rsidRDefault="00076ADD" w:rsidP="00072EFF">
      <w:pPr>
        <w:jc w:val="both"/>
        <w:rPr>
          <w:rFonts w:asciiTheme="minorHAnsi" w:hAnsiTheme="minorHAnsi" w:cs="Arial"/>
          <w:b/>
          <w:sz w:val="20"/>
          <w:szCs w:val="20"/>
        </w:rPr>
      </w:pPr>
    </w:p>
    <w:p w14:paraId="086227CB" w14:textId="77777777" w:rsidR="004025BA" w:rsidRDefault="004025BA" w:rsidP="00247B0F">
      <w:pPr>
        <w:pStyle w:val="LetteraTipo"/>
        <w:spacing w:line="276" w:lineRule="auto"/>
        <w:jc w:val="both"/>
        <w:rPr>
          <w:rFonts w:asciiTheme="minorHAnsi" w:eastAsia="Calibri" w:hAnsiTheme="minorHAnsi"/>
        </w:rPr>
      </w:pPr>
    </w:p>
    <w:p w14:paraId="15C47674" w14:textId="77777777" w:rsidR="00247B0F" w:rsidRPr="00982EED" w:rsidRDefault="00247B0F" w:rsidP="00247B0F">
      <w:pPr>
        <w:pStyle w:val="LetteraTipo"/>
        <w:spacing w:line="276" w:lineRule="auto"/>
        <w:jc w:val="both"/>
        <w:rPr>
          <w:rFonts w:asciiTheme="minorHAnsi" w:eastAsia="Calibri" w:hAnsiTheme="minorHAnsi"/>
        </w:rPr>
      </w:pPr>
      <w:r w:rsidRPr="00982EED">
        <w:rPr>
          <w:rFonts w:asciiTheme="minorHAnsi" w:eastAsia="Calibri" w:hAnsiTheme="minorHAnsi"/>
        </w:rPr>
        <w:t>Si indicano, ai sensi dell’art. 108, comma 9, del D.lgs. n. 36/2023</w:t>
      </w:r>
      <w:r>
        <w:rPr>
          <w:rFonts w:asciiTheme="minorHAnsi" w:eastAsia="Calibri" w:hAnsiTheme="minorHAnsi"/>
        </w:rPr>
        <w:t xml:space="preserve"> e s.m.i.</w:t>
      </w:r>
      <w:r w:rsidRPr="00982EED">
        <w:rPr>
          <w:rFonts w:asciiTheme="minorHAnsi" w:eastAsia="Calibri" w:hAnsiTheme="minorHAnsi"/>
        </w:rPr>
        <w:t xml:space="preserve">, i costi della manodopera e gli oneri aziendali concernenti l’adempimenti delle disposizioni in materia di salute e sicurezza sui luoghi di lavoro gravanti sul concorrente per l’espletamento delle attività oggetto di affidamento (si specifica che detti costi devono essere già inclusi nell’importo dell’offerta economica sopra indicato e devono essere specificamente indicati nella apposita sezione sotto riportata. </w:t>
      </w:r>
    </w:p>
    <w:p w14:paraId="2D010FA4" w14:textId="77777777" w:rsidR="00247B0F" w:rsidRPr="00982EED" w:rsidRDefault="00247B0F" w:rsidP="00247B0F">
      <w:pPr>
        <w:pStyle w:val="LetteraTipo"/>
        <w:spacing w:line="276" w:lineRule="auto"/>
        <w:jc w:val="both"/>
        <w:rPr>
          <w:rFonts w:asciiTheme="minorHAnsi" w:eastAsia="Calibri" w:hAnsiTheme="minorHAnsi"/>
        </w:rPr>
      </w:pPr>
    </w:p>
    <w:p w14:paraId="1CC1D5B4" w14:textId="77777777" w:rsidR="00247B0F" w:rsidRDefault="00247B0F" w:rsidP="00247B0F">
      <w:pPr>
        <w:pStyle w:val="LetteraTipo"/>
        <w:jc w:val="both"/>
      </w:pPr>
      <w:r w:rsidRPr="00982EED">
        <w:rPr>
          <w:rFonts w:asciiTheme="minorHAnsi" w:eastAsia="Calibri" w:hAnsiTheme="minorHAnsi"/>
        </w:rPr>
        <w:t xml:space="preserve">Costi della manodopera </w:t>
      </w:r>
      <w:sdt>
        <w:sdtPr>
          <w:id w:val="-1316018628"/>
          <w:placeholder>
            <w:docPart w:val="42D6A58EE5E846D3A133B95F50BE5EA2"/>
          </w:placeholder>
        </w:sdtPr>
        <w:sdtEndPr/>
        <w:sdtContent>
          <w:r w:rsidRPr="00666834">
            <w:t>……………</w:t>
          </w:r>
          <w:r>
            <w:t>…………………………………………………………………</w:t>
          </w:r>
          <w:r w:rsidRPr="00666834">
            <w:t xml:space="preserve">….. </w:t>
          </w:r>
        </w:sdtContent>
      </w:sdt>
    </w:p>
    <w:p w14:paraId="53302D09" w14:textId="77777777" w:rsidR="00247B0F" w:rsidRPr="00982EED" w:rsidRDefault="00247B0F" w:rsidP="00247B0F">
      <w:pPr>
        <w:pStyle w:val="LetteraTipo"/>
        <w:spacing w:line="276" w:lineRule="auto"/>
        <w:jc w:val="both"/>
        <w:rPr>
          <w:rFonts w:asciiTheme="minorHAnsi" w:eastAsia="Calibri" w:hAnsiTheme="minorHAnsi"/>
        </w:rPr>
      </w:pPr>
    </w:p>
    <w:p w14:paraId="7A3C9984" w14:textId="77777777" w:rsidR="00247B0F" w:rsidRPr="00982EED" w:rsidRDefault="00247B0F" w:rsidP="00247B0F">
      <w:pPr>
        <w:pStyle w:val="LetteraTipo"/>
        <w:spacing w:line="276" w:lineRule="auto"/>
        <w:jc w:val="both"/>
        <w:rPr>
          <w:rFonts w:asciiTheme="minorHAnsi" w:eastAsia="Calibri" w:hAnsiTheme="minorHAnsi"/>
        </w:rPr>
      </w:pPr>
    </w:p>
    <w:p w14:paraId="01DA68B3" w14:textId="77777777" w:rsidR="00247B0F" w:rsidRDefault="00247B0F" w:rsidP="00247B0F">
      <w:pPr>
        <w:pStyle w:val="LetteraTipo"/>
        <w:spacing w:line="276" w:lineRule="auto"/>
        <w:jc w:val="both"/>
        <w:rPr>
          <w:rFonts w:asciiTheme="minorHAnsi" w:eastAsia="Calibri" w:hAnsiTheme="minorHAnsi"/>
        </w:rPr>
      </w:pPr>
      <w:r w:rsidRPr="00982EED">
        <w:rPr>
          <w:rFonts w:asciiTheme="minorHAnsi" w:eastAsia="Calibri" w:hAnsiTheme="minorHAnsi"/>
        </w:rPr>
        <w:t xml:space="preserve">Costi della </w:t>
      </w:r>
      <w:r>
        <w:rPr>
          <w:rFonts w:asciiTheme="minorHAnsi" w:eastAsia="Calibri" w:hAnsiTheme="minorHAnsi"/>
        </w:rPr>
        <w:t xml:space="preserve">sicurezza da rischio specifico </w:t>
      </w:r>
      <w:sdt>
        <w:sdtPr>
          <w:id w:val="-482000556"/>
          <w:placeholder>
            <w:docPart w:val="EB0AB5C21EBE4B3EA452F0953D204DD2"/>
          </w:placeholder>
        </w:sdtPr>
        <w:sdtEndPr/>
        <w:sdtContent>
          <w:r>
            <w:t>………………</w:t>
          </w:r>
          <w:r w:rsidRPr="00666834">
            <w:t xml:space="preserve">…………………………………………………….. </w:t>
          </w:r>
        </w:sdtContent>
      </w:sdt>
    </w:p>
    <w:p w14:paraId="4BA08F1A" w14:textId="77777777" w:rsidR="00072EFF" w:rsidRPr="00072EFF" w:rsidRDefault="00072EFF" w:rsidP="00072EFF">
      <w:pPr>
        <w:jc w:val="both"/>
        <w:rPr>
          <w:rFonts w:asciiTheme="minorHAnsi" w:hAnsiTheme="minorHAnsi" w:cs="Arial"/>
          <w:sz w:val="20"/>
          <w:szCs w:val="20"/>
        </w:rPr>
      </w:pPr>
    </w:p>
    <w:p w14:paraId="25A6C33D" w14:textId="77777777" w:rsidR="00072EFF" w:rsidRPr="00B24C36" w:rsidRDefault="00072EFF" w:rsidP="00F8468E">
      <w:pPr>
        <w:pStyle w:val="LetteraTipo"/>
        <w:jc w:val="both"/>
        <w:rPr>
          <w:rFonts w:asciiTheme="minorHAnsi" w:hAnsiTheme="minorHAnsi"/>
        </w:rPr>
      </w:pPr>
    </w:p>
    <w:p w14:paraId="1EF75647" w14:textId="1BB5383B" w:rsidR="0046330A" w:rsidRPr="00B24C36" w:rsidRDefault="0046330A" w:rsidP="001F6AE9">
      <w:pPr>
        <w:pStyle w:val="LetteraTipo"/>
        <w:spacing w:line="276" w:lineRule="auto"/>
        <w:jc w:val="both"/>
        <w:rPr>
          <w:rFonts w:asciiTheme="minorHAnsi" w:hAnsiTheme="minorHAnsi"/>
        </w:rPr>
      </w:pPr>
      <w:r w:rsidRPr="00B24C36">
        <w:rPr>
          <w:rFonts w:asciiTheme="minorHAnsi" w:hAnsiTheme="minorHAnsi"/>
          <w:b/>
        </w:rPr>
        <w:t>N.B.</w:t>
      </w:r>
      <w:r w:rsidR="00A2363C" w:rsidRPr="00B24C36">
        <w:rPr>
          <w:rFonts w:asciiTheme="minorHAnsi" w:hAnsiTheme="minorHAnsi"/>
          <w:b/>
        </w:rPr>
        <w:t>1</w:t>
      </w:r>
      <w:r w:rsidR="00F36944" w:rsidRPr="00B24C36">
        <w:rPr>
          <w:rFonts w:asciiTheme="minorHAnsi" w:hAnsiTheme="minorHAnsi"/>
          <w:b/>
        </w:rPr>
        <w:t>:</w:t>
      </w:r>
      <w:r w:rsidRPr="00B24C36">
        <w:rPr>
          <w:rFonts w:asciiTheme="minorHAnsi" w:hAnsiTheme="minorHAnsi"/>
        </w:rPr>
        <w:t xml:space="preserve"> il periodo di validità dell’offerta, a pena di esclusione dalla gara, non potrà essere inferiore a 180 giorni dalla data di scadenza del termine per la presentazione delle offerte. </w:t>
      </w:r>
    </w:p>
    <w:p w14:paraId="11B5AC33" w14:textId="23D6E9E7" w:rsidR="0046330A" w:rsidRDefault="0046330A" w:rsidP="0046330A">
      <w:pPr>
        <w:pStyle w:val="LetteraTipo"/>
        <w:jc w:val="both"/>
        <w:rPr>
          <w:rFonts w:asciiTheme="minorHAnsi" w:hAnsiTheme="minorHAnsi"/>
        </w:rPr>
      </w:pPr>
      <w:r w:rsidRPr="00B24C36">
        <w:rPr>
          <w:rFonts w:asciiTheme="minorHAnsi" w:hAnsiTheme="minorHAnsi"/>
          <w:b/>
        </w:rPr>
        <w:t>N.B.</w:t>
      </w:r>
      <w:r w:rsidR="00A2363C" w:rsidRPr="00B24C36">
        <w:rPr>
          <w:rFonts w:asciiTheme="minorHAnsi" w:hAnsiTheme="minorHAnsi"/>
          <w:b/>
        </w:rPr>
        <w:t>2</w:t>
      </w:r>
      <w:r w:rsidRPr="00B24C36">
        <w:rPr>
          <w:rFonts w:asciiTheme="minorHAnsi" w:hAnsiTheme="minorHAnsi"/>
          <w:b/>
        </w:rPr>
        <w:t xml:space="preserve">: </w:t>
      </w:r>
      <w:r w:rsidRPr="00B24C36">
        <w:rPr>
          <w:rFonts w:asciiTheme="minorHAnsi" w:hAnsiTheme="minorHAnsi"/>
        </w:rPr>
        <w:t>In caso di mancata corrispondenza tra gli importi</w:t>
      </w:r>
      <w:r w:rsidR="00CF0E5C">
        <w:rPr>
          <w:rFonts w:asciiTheme="minorHAnsi" w:hAnsiTheme="minorHAnsi"/>
        </w:rPr>
        <w:t>/valori</w:t>
      </w:r>
      <w:r w:rsidRPr="00B24C36">
        <w:rPr>
          <w:rFonts w:asciiTheme="minorHAnsi" w:hAnsiTheme="minorHAnsi"/>
        </w:rPr>
        <w:t xml:space="preserve"> espressi in cifre e quelli espressi il lettere, preverranno quelli espressi in lettere.</w:t>
      </w:r>
    </w:p>
    <w:p w14:paraId="42CFF3F6" w14:textId="3AB8FD1E" w:rsidR="006645A6" w:rsidRPr="00082FA2" w:rsidRDefault="00752FB3" w:rsidP="0046330A">
      <w:pPr>
        <w:pStyle w:val="LetteraTipo"/>
        <w:jc w:val="both"/>
        <w:rPr>
          <w:rFonts w:asciiTheme="minorHAnsi" w:hAnsiTheme="minorHAnsi"/>
        </w:rPr>
      </w:pPr>
      <w:r w:rsidRPr="00DB23DC">
        <w:rPr>
          <w:rFonts w:asciiTheme="minorHAnsi" w:hAnsiTheme="minorHAnsi"/>
          <w:b/>
        </w:rPr>
        <w:t>N.B.3</w:t>
      </w:r>
      <w:r w:rsidRPr="00DB23DC">
        <w:rPr>
          <w:rFonts w:asciiTheme="minorHAnsi" w:hAnsiTheme="minorHAnsi"/>
        </w:rPr>
        <w:t xml:space="preserve">: </w:t>
      </w:r>
      <w:r w:rsidR="006645A6" w:rsidRPr="00082FA2">
        <w:rPr>
          <w:rFonts w:asciiTheme="minorHAnsi" w:hAnsiTheme="minorHAnsi"/>
        </w:rPr>
        <w:t xml:space="preserve">In caso di difformità tra l’Importo Complessivo Offerto e quello risultante dall’applicazione del ribasso unico percentuale (%) all’importo posto a base di gara per ciascuna sala montata (€ 193,88), moltiplicato per la relativa quantità (n. 758), la Commissione giudicatrice procederà al ricalcolo d’ufficio. </w:t>
      </w:r>
    </w:p>
    <w:p w14:paraId="70E0BA41" w14:textId="3ECF0447" w:rsidR="005C3172" w:rsidRDefault="00A2363C" w:rsidP="0046330A">
      <w:pPr>
        <w:pStyle w:val="LetteraTipo"/>
        <w:jc w:val="both"/>
        <w:rPr>
          <w:rFonts w:asciiTheme="minorHAnsi" w:hAnsiTheme="minorHAnsi"/>
        </w:rPr>
      </w:pPr>
      <w:r w:rsidRPr="00DB23DC">
        <w:rPr>
          <w:rFonts w:asciiTheme="minorHAnsi" w:hAnsiTheme="minorHAnsi"/>
          <w:b/>
        </w:rPr>
        <w:t>N.B.</w:t>
      </w:r>
      <w:r w:rsidR="00E14B60">
        <w:rPr>
          <w:rFonts w:asciiTheme="minorHAnsi" w:hAnsiTheme="minorHAnsi"/>
          <w:b/>
        </w:rPr>
        <w:t>4</w:t>
      </w:r>
      <w:r w:rsidR="0046330A" w:rsidRPr="00DB23DC">
        <w:rPr>
          <w:rFonts w:asciiTheme="minorHAnsi" w:hAnsiTheme="minorHAnsi"/>
          <w:b/>
        </w:rPr>
        <w:t>:</w:t>
      </w:r>
      <w:r w:rsidR="0046330A" w:rsidRPr="00DB23DC">
        <w:rPr>
          <w:rFonts w:asciiTheme="minorHAnsi" w:hAnsiTheme="minorHAnsi"/>
        </w:rPr>
        <w:t xml:space="preserve"> l’offerta economica presentata si intende omnicomprensiva e compensativa di tutte le attività che verranno poste in essere per l’espletamento dell’appalto</w:t>
      </w:r>
      <w:r w:rsidR="0046330A" w:rsidRPr="00B24C36">
        <w:rPr>
          <w:rFonts w:asciiTheme="minorHAnsi" w:hAnsiTheme="minorHAnsi"/>
        </w:rPr>
        <w:t xml:space="preserve"> secondo quanto prescritto dalla documentazione di gara.</w:t>
      </w:r>
      <w:r w:rsidR="006D0A76" w:rsidRPr="00B24C36">
        <w:rPr>
          <w:rFonts w:asciiTheme="minorHAnsi" w:hAnsiTheme="minorHAnsi"/>
        </w:rPr>
        <w:t xml:space="preserve"> </w:t>
      </w:r>
    </w:p>
    <w:p w14:paraId="01821AB7" w14:textId="77777777" w:rsidR="00D4647A" w:rsidRDefault="00D4647A" w:rsidP="00F1507F">
      <w:pPr>
        <w:jc w:val="both"/>
        <w:rPr>
          <w:rFonts w:ascii="Arial" w:hAnsi="Arial" w:cs="Arial"/>
          <w:b/>
          <w:sz w:val="18"/>
          <w:szCs w:val="18"/>
        </w:rPr>
      </w:pPr>
    </w:p>
    <w:p w14:paraId="35E6CFCA" w14:textId="77777777" w:rsidR="00082FA2" w:rsidRDefault="00082FA2" w:rsidP="00F1507F">
      <w:pPr>
        <w:jc w:val="both"/>
        <w:rPr>
          <w:rFonts w:ascii="Arial" w:hAnsi="Arial" w:cs="Arial"/>
          <w:b/>
          <w:sz w:val="18"/>
          <w:szCs w:val="18"/>
        </w:rPr>
      </w:pPr>
    </w:p>
    <w:p w14:paraId="72BE4329" w14:textId="77777777" w:rsidR="00082FA2" w:rsidRDefault="00082FA2" w:rsidP="00F1507F">
      <w:pPr>
        <w:jc w:val="both"/>
        <w:rPr>
          <w:rFonts w:ascii="Arial" w:hAnsi="Arial" w:cs="Arial"/>
          <w:b/>
          <w:sz w:val="18"/>
          <w:szCs w:val="18"/>
        </w:rPr>
      </w:pPr>
    </w:p>
    <w:p w14:paraId="08236061" w14:textId="77777777" w:rsidR="00082FA2" w:rsidRDefault="00082FA2" w:rsidP="00F1507F">
      <w:pPr>
        <w:jc w:val="both"/>
        <w:rPr>
          <w:rFonts w:ascii="Arial" w:hAnsi="Arial" w:cs="Arial"/>
          <w:b/>
          <w:sz w:val="18"/>
          <w:szCs w:val="18"/>
        </w:rPr>
      </w:pPr>
    </w:p>
    <w:p w14:paraId="50350CAE" w14:textId="77777777" w:rsidR="00082FA2" w:rsidRDefault="00082FA2" w:rsidP="00F1507F">
      <w:pPr>
        <w:jc w:val="both"/>
        <w:rPr>
          <w:rFonts w:ascii="Arial" w:hAnsi="Arial" w:cs="Arial"/>
          <w:b/>
          <w:sz w:val="18"/>
          <w:szCs w:val="18"/>
        </w:rPr>
      </w:pPr>
    </w:p>
    <w:p w14:paraId="1E3445D5" w14:textId="77777777" w:rsidR="00082FA2" w:rsidRDefault="00082FA2" w:rsidP="00F1507F">
      <w:pPr>
        <w:jc w:val="both"/>
        <w:rPr>
          <w:rFonts w:ascii="Arial" w:hAnsi="Arial" w:cs="Arial"/>
          <w:b/>
          <w:sz w:val="18"/>
          <w:szCs w:val="18"/>
        </w:rPr>
      </w:pPr>
    </w:p>
    <w:p w14:paraId="5667AEF4" w14:textId="77777777" w:rsidR="00082FA2" w:rsidRDefault="00082FA2" w:rsidP="00F1507F">
      <w:pPr>
        <w:jc w:val="both"/>
        <w:rPr>
          <w:rFonts w:ascii="Arial" w:hAnsi="Arial" w:cs="Arial"/>
          <w:b/>
          <w:sz w:val="18"/>
          <w:szCs w:val="18"/>
        </w:rPr>
      </w:pPr>
    </w:p>
    <w:p w14:paraId="62AFB7C8" w14:textId="77777777" w:rsidR="00082FA2" w:rsidRDefault="00082FA2" w:rsidP="00F1507F">
      <w:pPr>
        <w:jc w:val="both"/>
        <w:rPr>
          <w:rFonts w:ascii="Arial" w:hAnsi="Arial" w:cs="Arial"/>
          <w:b/>
          <w:sz w:val="18"/>
          <w:szCs w:val="18"/>
        </w:rPr>
      </w:pPr>
    </w:p>
    <w:p w14:paraId="0A2A5824" w14:textId="77777777" w:rsidR="00082FA2" w:rsidRDefault="00082FA2" w:rsidP="00F1507F">
      <w:pPr>
        <w:jc w:val="both"/>
        <w:rPr>
          <w:rFonts w:ascii="Arial" w:hAnsi="Arial" w:cs="Arial"/>
          <w:b/>
          <w:sz w:val="18"/>
          <w:szCs w:val="18"/>
        </w:rPr>
      </w:pPr>
    </w:p>
    <w:p w14:paraId="15840072" w14:textId="77777777" w:rsidR="00082FA2" w:rsidRDefault="00082FA2" w:rsidP="00F1507F">
      <w:pPr>
        <w:jc w:val="both"/>
        <w:rPr>
          <w:rFonts w:ascii="Arial" w:hAnsi="Arial" w:cs="Arial"/>
          <w:b/>
          <w:sz w:val="18"/>
          <w:szCs w:val="18"/>
        </w:rPr>
      </w:pPr>
    </w:p>
    <w:p w14:paraId="0411E511" w14:textId="77777777" w:rsidR="00082FA2" w:rsidRDefault="00082FA2" w:rsidP="00F1507F">
      <w:pPr>
        <w:jc w:val="both"/>
        <w:rPr>
          <w:rFonts w:ascii="Arial" w:hAnsi="Arial" w:cs="Arial"/>
          <w:b/>
          <w:sz w:val="18"/>
          <w:szCs w:val="18"/>
        </w:rPr>
      </w:pPr>
    </w:p>
    <w:p w14:paraId="3D8D73E0" w14:textId="77777777" w:rsidR="00082FA2" w:rsidRDefault="00082FA2" w:rsidP="00F1507F">
      <w:pPr>
        <w:jc w:val="both"/>
        <w:rPr>
          <w:rFonts w:ascii="Arial" w:hAnsi="Arial" w:cs="Arial"/>
          <w:b/>
          <w:sz w:val="18"/>
          <w:szCs w:val="18"/>
        </w:rPr>
      </w:pPr>
    </w:p>
    <w:p w14:paraId="76A322C7" w14:textId="77777777" w:rsidR="00082FA2" w:rsidRDefault="00082FA2" w:rsidP="00F1507F">
      <w:pPr>
        <w:jc w:val="both"/>
        <w:rPr>
          <w:rFonts w:ascii="Arial" w:hAnsi="Arial" w:cs="Arial"/>
          <w:b/>
          <w:sz w:val="18"/>
          <w:szCs w:val="18"/>
        </w:rPr>
      </w:pPr>
    </w:p>
    <w:p w14:paraId="286B7206" w14:textId="77777777" w:rsidR="00CD37A1" w:rsidRDefault="00CD37A1" w:rsidP="00F1507F">
      <w:pPr>
        <w:jc w:val="both"/>
        <w:rPr>
          <w:rFonts w:ascii="Arial" w:hAnsi="Arial" w:cs="Arial"/>
          <w:b/>
          <w:sz w:val="18"/>
          <w:szCs w:val="18"/>
        </w:rPr>
      </w:pPr>
    </w:p>
    <w:p w14:paraId="3F6F0B5D" w14:textId="77777777" w:rsidR="00B24C36" w:rsidRPr="007A430A" w:rsidRDefault="00B24C36" w:rsidP="00B24C36">
      <w:pPr>
        <w:jc w:val="both"/>
        <w:rPr>
          <w:rFonts w:asciiTheme="minorHAnsi" w:hAnsiTheme="minorHAnsi" w:cs="Arial"/>
          <w:b/>
          <w:sz w:val="20"/>
          <w:szCs w:val="20"/>
        </w:rPr>
      </w:pPr>
      <w:r w:rsidRPr="007A430A">
        <w:rPr>
          <w:rFonts w:asciiTheme="minorHAnsi" w:hAnsiTheme="minorHAnsi" w:cs="Arial"/>
          <w:b/>
          <w:sz w:val="20"/>
          <w:szCs w:val="20"/>
        </w:rPr>
        <w:t>Si precisa che il presente Modello è sottoscritto, ai sensi del D.lgs. n. 82/2005:</w:t>
      </w:r>
    </w:p>
    <w:p w14:paraId="2213BE83" w14:textId="77777777" w:rsidR="00B24C36" w:rsidRPr="007A430A" w:rsidRDefault="00B24C36" w:rsidP="00B24C36">
      <w:pPr>
        <w:jc w:val="both"/>
        <w:rPr>
          <w:rFonts w:asciiTheme="minorHAnsi" w:hAnsiTheme="minorHAnsi" w:cs="Arial"/>
          <w:b/>
          <w:sz w:val="20"/>
          <w:szCs w:val="20"/>
        </w:rPr>
      </w:pPr>
    </w:p>
    <w:p w14:paraId="6A806541"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dal concorrente che partecipa in forma singola;</w:t>
      </w:r>
    </w:p>
    <w:p w14:paraId="5AB95B4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costituiti, dalla mandataria/capofila;</w:t>
      </w:r>
    </w:p>
    <w:p w14:paraId="13EEDB5B"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non ancora costituiti, da tutti i soggetti che costituiranno il raggruppamento o il consorzio o il gruppo;</w:t>
      </w:r>
    </w:p>
    <w:p w14:paraId="4D61E68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aggregazioni di retisti:</w:t>
      </w:r>
    </w:p>
    <w:p w14:paraId="3FD4E8C3"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se la rete è dotata di un organo comune con potere di rappresentanza e con soggettività giuridica, ai sensi dell’articolo 3, comma 4-quater, del decreto legge 10 febbraio 2009, n. 5, il Modello deve essere sottoscritto dal solo operatore economico che riveste la funzione di organo comune;</w:t>
      </w:r>
    </w:p>
    <w:p w14:paraId="65F24B04"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con potere di rappresentanza ma è priva di soggettività giuridica, ai sensi dell’articolo 3, comma 4-quater, del decreto legge 10 febbraio 2009, n. 5, il Modello deve essere sottoscritto dall’impresa che riveste le funzioni di organo comune nonché da ognuno dei retisti che partecipa alla gara; </w:t>
      </w:r>
    </w:p>
    <w:p w14:paraId="1B34D1EA"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privo del potere di rappresentanza o se la rete è sprovvista di organo comune, oppure se l’organo comune è privo dei requisiti di qualificazione richiesti per assumere la veste di mandataria, il Modello deve essere sottoscritto dal retista che riveste la qualifica di mandatario, ovvero, in caso di partecipazione nelle forme del raggruppamento da costituirsi, da ognuno dei retisti che partecipa alla gara. </w:t>
      </w:r>
    </w:p>
    <w:p w14:paraId="5465C257" w14:textId="77777777" w:rsidR="00B24C36" w:rsidRPr="007A430A" w:rsidRDefault="00B24C36" w:rsidP="00B24C36">
      <w:pPr>
        <w:pStyle w:val="LetteraTipo"/>
        <w:jc w:val="both"/>
        <w:rPr>
          <w:rFonts w:asciiTheme="minorHAnsi" w:hAnsiTheme="minorHAnsi"/>
        </w:rPr>
      </w:pPr>
    </w:p>
    <w:p w14:paraId="5EDD769E"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consorzio di cooperative e imprese artigiane o di consorzio stabile di cui all’articolo 65, comma 2, lett. b) e c) del Codice, il Modello è sottoscritto digitalmente dal consorzio medesimo.</w:t>
      </w:r>
    </w:p>
    <w:p w14:paraId="711C84A1" w14:textId="77777777" w:rsidR="00B24C36" w:rsidRPr="007A430A" w:rsidRDefault="00B24C36" w:rsidP="00B24C36">
      <w:pPr>
        <w:pStyle w:val="LetteraTipo"/>
        <w:jc w:val="both"/>
        <w:rPr>
          <w:rFonts w:asciiTheme="minorHAnsi" w:hAnsiTheme="minorHAnsi"/>
        </w:rPr>
      </w:pPr>
    </w:p>
    <w:p w14:paraId="715ABECF" w14:textId="41089FFF" w:rsidR="00A857E6" w:rsidRPr="00380F53" w:rsidRDefault="00B24C36" w:rsidP="0046330A">
      <w:pPr>
        <w:pStyle w:val="LetteraTipo"/>
        <w:jc w:val="both"/>
        <w:rPr>
          <w:rFonts w:asciiTheme="minorHAnsi" w:hAnsiTheme="minorHAnsi"/>
        </w:rPr>
      </w:pPr>
      <w:r w:rsidRPr="007A430A">
        <w:rPr>
          <w:rFonts w:asciiTheme="minorHAnsi" w:hAnsiTheme="minorHAnsi"/>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sectPr w:rsidR="00A857E6" w:rsidRPr="00380F53" w:rsidSect="0027224E">
      <w:headerReference w:type="default" r:id="rId8"/>
      <w:footerReference w:type="default" r:id="rId9"/>
      <w:pgSz w:w="11906" w:h="16838"/>
      <w:pgMar w:top="1418" w:right="849" w:bottom="1843" w:left="226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28D8777E" w:rsidR="00206085" w:rsidRPr="00A153F4" w:rsidRDefault="00206085" w:rsidP="00DB44A3">
    <w:pPr>
      <w:pStyle w:val="Pidipagina"/>
      <w:jc w:val="right"/>
      <w:rPr>
        <w:rFonts w:ascii="Arial" w:hAnsi="Arial" w:cs="Arial"/>
        <w:b/>
        <w:sz w:val="16"/>
        <w:szCs w:val="16"/>
      </w:rPr>
    </w:pPr>
    <w:r w:rsidRPr="00A153F4">
      <w:rPr>
        <w:rFonts w:ascii="Arial" w:hAnsi="Arial" w:cs="Arial"/>
        <w:b/>
        <w:sz w:val="16"/>
        <w:szCs w:val="16"/>
      </w:rPr>
      <w:t>Mod</w:t>
    </w:r>
    <w:r w:rsidR="00082FA2">
      <w:rPr>
        <w:rFonts w:ascii="Arial" w:hAnsi="Arial" w:cs="Arial"/>
        <w:b/>
        <w:sz w:val="16"/>
        <w:szCs w:val="16"/>
      </w:rPr>
      <w:t xml:space="preserve">ello di Offerta Economica </w:t>
    </w:r>
    <w:r w:rsidRPr="00A153F4">
      <w:rPr>
        <w:rFonts w:ascii="Arial" w:hAnsi="Arial" w:cs="Arial"/>
        <w:b/>
        <w:snapToGrid w:val="0"/>
        <w:sz w:val="16"/>
        <w:szCs w:val="16"/>
      </w:rPr>
      <w:t xml:space="preserve">Pagina </w:t>
    </w:r>
    <w:r w:rsidRPr="00A153F4">
      <w:rPr>
        <w:rFonts w:ascii="Arial" w:hAnsi="Arial" w:cs="Arial"/>
        <w:b/>
        <w:snapToGrid w:val="0"/>
        <w:sz w:val="16"/>
        <w:szCs w:val="16"/>
      </w:rPr>
      <w:fldChar w:fldCharType="begin"/>
    </w:r>
    <w:r w:rsidRPr="00A153F4">
      <w:rPr>
        <w:rFonts w:ascii="Arial" w:hAnsi="Arial" w:cs="Arial"/>
        <w:b/>
        <w:snapToGrid w:val="0"/>
        <w:sz w:val="16"/>
        <w:szCs w:val="16"/>
      </w:rPr>
      <w:instrText xml:space="preserve"> PAGE </w:instrText>
    </w:r>
    <w:r w:rsidRPr="00A153F4">
      <w:rPr>
        <w:rFonts w:ascii="Arial" w:hAnsi="Arial" w:cs="Arial"/>
        <w:b/>
        <w:snapToGrid w:val="0"/>
        <w:sz w:val="16"/>
        <w:szCs w:val="16"/>
      </w:rPr>
      <w:fldChar w:fldCharType="separate"/>
    </w:r>
    <w:r w:rsidR="00344E37">
      <w:rPr>
        <w:rFonts w:ascii="Arial" w:hAnsi="Arial" w:cs="Arial"/>
        <w:b/>
        <w:noProof/>
        <w:snapToGrid w:val="0"/>
        <w:sz w:val="16"/>
        <w:szCs w:val="16"/>
      </w:rPr>
      <w:t>4</w:t>
    </w:r>
    <w:r w:rsidRPr="00A153F4">
      <w:rPr>
        <w:rFonts w:ascii="Arial" w:hAnsi="Arial" w:cs="Arial"/>
        <w:b/>
        <w:snapToGrid w:val="0"/>
        <w:sz w:val="16"/>
        <w:szCs w:val="16"/>
      </w:rPr>
      <w:fldChar w:fldCharType="end"/>
    </w:r>
    <w:r w:rsidRPr="00A153F4">
      <w:rPr>
        <w:rFonts w:ascii="Arial" w:hAnsi="Arial" w:cs="Arial"/>
        <w:b/>
        <w:snapToGrid w:val="0"/>
        <w:sz w:val="16"/>
        <w:szCs w:val="16"/>
      </w:rPr>
      <w:t xml:space="preserve"> di </w:t>
    </w:r>
    <w:r w:rsidR="004025BA">
      <w:rPr>
        <w:rFonts w:ascii="Arial" w:hAnsi="Arial" w:cs="Arial"/>
        <w:b/>
        <w:snapToGrid w:val="0"/>
        <w:sz w:val="16"/>
        <w:szCs w:val="16"/>
      </w:rPr>
      <w:t>4</w:t>
    </w:r>
  </w:p>
  <w:p w14:paraId="5A0D3D43" w14:textId="77777777" w:rsidR="00206085" w:rsidRPr="00DB44A3" w:rsidRDefault="00206085" w:rsidP="00DB44A3">
    <w:pPr>
      <w:pStyle w:val="Pidipagina"/>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6" name="Immagine 6"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12C7618C" w14:textId="3B742809" w:rsidR="00A153F4" w:rsidRPr="00462817" w:rsidRDefault="00A153F4" w:rsidP="00406DBE">
    <w:pPr>
      <w:tabs>
        <w:tab w:val="left" w:pos="9638"/>
      </w:tabs>
      <w:ind w:right="-1"/>
      <w:jc w:val="center"/>
      <w:rPr>
        <w:rFonts w:ascii="Arial" w:hAnsi="Arial" w:cs="Arial"/>
        <w:b/>
        <w:sz w:val="22"/>
        <w:szCs w:val="22"/>
      </w:rPr>
    </w:pPr>
  </w:p>
  <w:p w14:paraId="602D8622" w14:textId="77777777" w:rsidR="00921A79" w:rsidRDefault="00921A79" w:rsidP="00406DBE">
    <w:pPr>
      <w:tabs>
        <w:tab w:val="left" w:pos="9638"/>
      </w:tabs>
      <w:ind w:right="-1"/>
      <w:jc w:val="center"/>
      <w:rPr>
        <w:rFonts w:ascii="Arial" w:hAnsi="Arial" w:cs="Arial"/>
        <w:b/>
        <w:sz w:val="22"/>
        <w:szCs w:val="22"/>
      </w:rPr>
    </w:pPr>
  </w:p>
  <w:p w14:paraId="4D7F9E3F" w14:textId="77777777" w:rsidR="00921A79" w:rsidRDefault="00921A79" w:rsidP="00406DBE">
    <w:pPr>
      <w:tabs>
        <w:tab w:val="left" w:pos="9638"/>
      </w:tabs>
      <w:ind w:right="-1"/>
      <w:jc w:val="center"/>
      <w:rPr>
        <w:rFonts w:ascii="Arial" w:hAnsi="Arial" w:cs="Arial"/>
        <w:b/>
        <w:sz w:val="22"/>
        <w:szCs w:val="22"/>
      </w:rPr>
    </w:pPr>
  </w:p>
  <w:p w14:paraId="05F6027E" w14:textId="41DFB290" w:rsidR="00206085" w:rsidRPr="00B24C36" w:rsidRDefault="00921A79" w:rsidP="00406DBE">
    <w:pPr>
      <w:tabs>
        <w:tab w:val="left" w:pos="9638"/>
      </w:tabs>
      <w:ind w:right="-1"/>
      <w:jc w:val="center"/>
      <w:rPr>
        <w:rFonts w:asciiTheme="minorHAnsi" w:hAnsiTheme="minorHAnsi" w:cs="Arial"/>
        <w:b/>
      </w:rPr>
    </w:pPr>
    <w:r w:rsidRPr="00B24C36">
      <w:rPr>
        <w:rFonts w:asciiTheme="minorHAnsi" w:hAnsiTheme="minorHAnsi" w:cs="Arial"/>
        <w:b/>
      </w:rPr>
      <w:t>Modello di Offerta Economica</w:t>
    </w:r>
    <w:r w:rsidR="00FA1A21">
      <w:rPr>
        <w:rFonts w:asciiTheme="minorHAnsi" w:hAnsiTheme="minorHAnsi" w:cs="Arial"/>
        <w:b/>
      </w:rPr>
      <w:t xml:space="preserve"> </w:t>
    </w:r>
  </w:p>
  <w:p w14:paraId="49CA4BF4" w14:textId="77777777" w:rsidR="00206085" w:rsidRDefault="00206085" w:rsidP="005749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743"/>
    <w:multiLevelType w:val="hybridMultilevel"/>
    <w:tmpl w:val="CEDA0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96691"/>
    <w:multiLevelType w:val="hybridMultilevel"/>
    <w:tmpl w:val="DB10828E"/>
    <w:lvl w:ilvl="0" w:tplc="130E7C1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CF065C6"/>
    <w:multiLevelType w:val="hybridMultilevel"/>
    <w:tmpl w:val="622837C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51832D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344331DC"/>
    <w:multiLevelType w:val="hybridMultilevel"/>
    <w:tmpl w:val="F96C6AD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5ED09DF"/>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83D298D"/>
    <w:multiLevelType w:val="hybridMultilevel"/>
    <w:tmpl w:val="6294461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1" w15:restartNumberingAfterBreak="0">
    <w:nsid w:val="39F770EB"/>
    <w:multiLevelType w:val="hybridMultilevel"/>
    <w:tmpl w:val="7944BF20"/>
    <w:lvl w:ilvl="0" w:tplc="8996D046">
      <w:start w:val="3"/>
      <w:numFmt w:val="bullet"/>
      <w:lvlText w:val="-"/>
      <w:lvlJc w:val="left"/>
      <w:pPr>
        <w:ind w:left="720" w:hanging="360"/>
      </w:pPr>
      <w:rPr>
        <w:rFonts w:ascii="Arial" w:eastAsia="Times"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A366C7E"/>
    <w:multiLevelType w:val="hybridMultilevel"/>
    <w:tmpl w:val="4AB6AAD0"/>
    <w:lvl w:ilvl="0" w:tplc="E6B8DD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14"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671AF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69163A3"/>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8"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9"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5E0E64"/>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233D19"/>
    <w:multiLevelType w:val="hybridMultilevel"/>
    <w:tmpl w:val="3CF28456"/>
    <w:lvl w:ilvl="0" w:tplc="E6B8DD8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67476865"/>
    <w:multiLevelType w:val="hybridMultilevel"/>
    <w:tmpl w:val="825A18F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6" w15:restartNumberingAfterBreak="0">
    <w:nsid w:val="688208BE"/>
    <w:multiLevelType w:val="hybridMultilevel"/>
    <w:tmpl w:val="FEDCD71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78A410E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3D680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10"/>
  </w:num>
  <w:num w:numId="3">
    <w:abstractNumId w:val="6"/>
  </w:num>
  <w:num w:numId="4">
    <w:abstractNumId w:val="21"/>
  </w:num>
  <w:num w:numId="5">
    <w:abstractNumId w:val="19"/>
  </w:num>
  <w:num w:numId="6">
    <w:abstractNumId w:val="22"/>
  </w:num>
  <w:num w:numId="7">
    <w:abstractNumId w:val="2"/>
  </w:num>
  <w:num w:numId="8">
    <w:abstractNumId w:val="14"/>
  </w:num>
  <w:num w:numId="9">
    <w:abstractNumId w:val="1"/>
  </w:num>
  <w:num w:numId="10">
    <w:abstractNumId w:val="25"/>
  </w:num>
  <w:num w:numId="11">
    <w:abstractNumId w:val="17"/>
  </w:num>
  <w:num w:numId="12">
    <w:abstractNumId w:val="18"/>
  </w:num>
  <w:num w:numId="13">
    <w:abstractNumId w:val="9"/>
  </w:num>
  <w:num w:numId="14">
    <w:abstractNumId w:val="5"/>
  </w:num>
  <w:num w:numId="15">
    <w:abstractNumId w:val="15"/>
  </w:num>
  <w:num w:numId="16">
    <w:abstractNumId w:val="27"/>
  </w:num>
  <w:num w:numId="17">
    <w:abstractNumId w:val="20"/>
  </w:num>
  <w:num w:numId="18">
    <w:abstractNumId w:val="28"/>
  </w:num>
  <w:num w:numId="19">
    <w:abstractNumId w:val="16"/>
  </w:num>
  <w:num w:numId="20">
    <w:abstractNumId w:val="11"/>
  </w:num>
  <w:num w:numId="21">
    <w:abstractNumId w:val="8"/>
  </w:num>
  <w:num w:numId="22">
    <w:abstractNumId w:val="0"/>
  </w:num>
  <w:num w:numId="23">
    <w:abstractNumId w:val="12"/>
  </w:num>
  <w:num w:numId="24">
    <w:abstractNumId w:val="23"/>
  </w:num>
  <w:num w:numId="25">
    <w:abstractNumId w:val="3"/>
  </w:num>
  <w:num w:numId="26">
    <w:abstractNumId w:val="24"/>
  </w:num>
  <w:num w:numId="27">
    <w:abstractNumId w:val="26"/>
  </w:num>
  <w:num w:numId="28">
    <w:abstractNumId w:val="7"/>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keCYLV/W1ev1rTzWpWZbmnEfBhzkocbD7hu8xPd2ea7NswQylsu7VH87QomreP7azeq2nFVxh+fWIlHWOg7DQ==" w:salt="use1YOIvA3uXkIBC0i7nPA=="/>
  <w:defaultTabStop w:val="708"/>
  <w:hyphenationZone w:val="283"/>
  <w:noPunctuationKerning/>
  <w:characterSpacingControl w:val="doNotCompress"/>
  <w:hdrShapeDefaults>
    <o:shapedefaults v:ext="edit" spidmax="171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6F71"/>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2890"/>
    <w:rsid w:val="00062D21"/>
    <w:rsid w:val="00063B44"/>
    <w:rsid w:val="00066326"/>
    <w:rsid w:val="00066B6F"/>
    <w:rsid w:val="00072EBE"/>
    <w:rsid w:val="00072EFF"/>
    <w:rsid w:val="000741C4"/>
    <w:rsid w:val="000754D7"/>
    <w:rsid w:val="00076ADD"/>
    <w:rsid w:val="000823A4"/>
    <w:rsid w:val="00082FA2"/>
    <w:rsid w:val="00084490"/>
    <w:rsid w:val="0008510E"/>
    <w:rsid w:val="00085A5C"/>
    <w:rsid w:val="00086188"/>
    <w:rsid w:val="00094C19"/>
    <w:rsid w:val="000952EB"/>
    <w:rsid w:val="000A363B"/>
    <w:rsid w:val="000A4DA4"/>
    <w:rsid w:val="000B1D42"/>
    <w:rsid w:val="000B42E2"/>
    <w:rsid w:val="000B502B"/>
    <w:rsid w:val="000B6B93"/>
    <w:rsid w:val="000C2D2A"/>
    <w:rsid w:val="000C3921"/>
    <w:rsid w:val="000C560E"/>
    <w:rsid w:val="000C5C8E"/>
    <w:rsid w:val="000C6442"/>
    <w:rsid w:val="000C74B9"/>
    <w:rsid w:val="000D04B0"/>
    <w:rsid w:val="000D120C"/>
    <w:rsid w:val="000D1B23"/>
    <w:rsid w:val="000D3723"/>
    <w:rsid w:val="000D3BAE"/>
    <w:rsid w:val="000E137C"/>
    <w:rsid w:val="000E1B99"/>
    <w:rsid w:val="000E2675"/>
    <w:rsid w:val="000E6202"/>
    <w:rsid w:val="000F44C4"/>
    <w:rsid w:val="000F4720"/>
    <w:rsid w:val="000F4F4E"/>
    <w:rsid w:val="000F6608"/>
    <w:rsid w:val="000F75DA"/>
    <w:rsid w:val="000F7BC6"/>
    <w:rsid w:val="0010004E"/>
    <w:rsid w:val="001007D5"/>
    <w:rsid w:val="00100A8B"/>
    <w:rsid w:val="00102A44"/>
    <w:rsid w:val="00104D26"/>
    <w:rsid w:val="00105106"/>
    <w:rsid w:val="001079BB"/>
    <w:rsid w:val="0011103E"/>
    <w:rsid w:val="00111725"/>
    <w:rsid w:val="001119E6"/>
    <w:rsid w:val="00112896"/>
    <w:rsid w:val="0011341A"/>
    <w:rsid w:val="00115AC0"/>
    <w:rsid w:val="001169FC"/>
    <w:rsid w:val="00116A50"/>
    <w:rsid w:val="001209ED"/>
    <w:rsid w:val="00121B6B"/>
    <w:rsid w:val="0012205C"/>
    <w:rsid w:val="00127B88"/>
    <w:rsid w:val="00130F30"/>
    <w:rsid w:val="0013107F"/>
    <w:rsid w:val="00131253"/>
    <w:rsid w:val="00132376"/>
    <w:rsid w:val="001324BC"/>
    <w:rsid w:val="00133450"/>
    <w:rsid w:val="00135C7B"/>
    <w:rsid w:val="00137FBB"/>
    <w:rsid w:val="001409A8"/>
    <w:rsid w:val="001411EE"/>
    <w:rsid w:val="00141F11"/>
    <w:rsid w:val="00143369"/>
    <w:rsid w:val="00143F91"/>
    <w:rsid w:val="0014546F"/>
    <w:rsid w:val="00146A5B"/>
    <w:rsid w:val="00146E96"/>
    <w:rsid w:val="0015093E"/>
    <w:rsid w:val="00154A6E"/>
    <w:rsid w:val="00157056"/>
    <w:rsid w:val="0015762D"/>
    <w:rsid w:val="00162214"/>
    <w:rsid w:val="00162ED3"/>
    <w:rsid w:val="00163778"/>
    <w:rsid w:val="00164D9E"/>
    <w:rsid w:val="0016502A"/>
    <w:rsid w:val="00166B59"/>
    <w:rsid w:val="00166F71"/>
    <w:rsid w:val="00167AC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3602"/>
    <w:rsid w:val="001A5C88"/>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4149"/>
    <w:rsid w:val="001E7D00"/>
    <w:rsid w:val="001F2B96"/>
    <w:rsid w:val="001F36FD"/>
    <w:rsid w:val="001F4A58"/>
    <w:rsid w:val="001F6AE9"/>
    <w:rsid w:val="001F7F18"/>
    <w:rsid w:val="00200F1D"/>
    <w:rsid w:val="00202E76"/>
    <w:rsid w:val="0020304D"/>
    <w:rsid w:val="00204842"/>
    <w:rsid w:val="00206085"/>
    <w:rsid w:val="00211926"/>
    <w:rsid w:val="0021334C"/>
    <w:rsid w:val="00216DEA"/>
    <w:rsid w:val="00222FCA"/>
    <w:rsid w:val="002241BE"/>
    <w:rsid w:val="00224434"/>
    <w:rsid w:val="00224703"/>
    <w:rsid w:val="00225669"/>
    <w:rsid w:val="00227274"/>
    <w:rsid w:val="0023372B"/>
    <w:rsid w:val="00235018"/>
    <w:rsid w:val="0023698A"/>
    <w:rsid w:val="00237CC4"/>
    <w:rsid w:val="00237DB6"/>
    <w:rsid w:val="00240CCC"/>
    <w:rsid w:val="002430A6"/>
    <w:rsid w:val="002476AF"/>
    <w:rsid w:val="00247991"/>
    <w:rsid w:val="00247B0F"/>
    <w:rsid w:val="00251963"/>
    <w:rsid w:val="00251A4D"/>
    <w:rsid w:val="00252F3F"/>
    <w:rsid w:val="00253043"/>
    <w:rsid w:val="0025414D"/>
    <w:rsid w:val="0026037B"/>
    <w:rsid w:val="002637D2"/>
    <w:rsid w:val="00264D14"/>
    <w:rsid w:val="00264EC7"/>
    <w:rsid w:val="00270F2A"/>
    <w:rsid w:val="0027224E"/>
    <w:rsid w:val="00272CD1"/>
    <w:rsid w:val="00273A4C"/>
    <w:rsid w:val="00275143"/>
    <w:rsid w:val="0027582E"/>
    <w:rsid w:val="00275966"/>
    <w:rsid w:val="00276980"/>
    <w:rsid w:val="002835AA"/>
    <w:rsid w:val="00286529"/>
    <w:rsid w:val="00290FE8"/>
    <w:rsid w:val="002919B5"/>
    <w:rsid w:val="00292F25"/>
    <w:rsid w:val="002965EA"/>
    <w:rsid w:val="00297B12"/>
    <w:rsid w:val="00297F7D"/>
    <w:rsid w:val="002A299A"/>
    <w:rsid w:val="002B14FB"/>
    <w:rsid w:val="002B3557"/>
    <w:rsid w:val="002B4D7B"/>
    <w:rsid w:val="002B6353"/>
    <w:rsid w:val="002B63FE"/>
    <w:rsid w:val="002C3A29"/>
    <w:rsid w:val="002C4B61"/>
    <w:rsid w:val="002D1002"/>
    <w:rsid w:val="002D3EFF"/>
    <w:rsid w:val="002D5F59"/>
    <w:rsid w:val="002D7DD3"/>
    <w:rsid w:val="002E1C35"/>
    <w:rsid w:val="002E3F8A"/>
    <w:rsid w:val="002E685E"/>
    <w:rsid w:val="002F058E"/>
    <w:rsid w:val="002F12F7"/>
    <w:rsid w:val="002F3165"/>
    <w:rsid w:val="002F3574"/>
    <w:rsid w:val="002F413E"/>
    <w:rsid w:val="002F4631"/>
    <w:rsid w:val="002F538A"/>
    <w:rsid w:val="002F6673"/>
    <w:rsid w:val="002F793E"/>
    <w:rsid w:val="003008D9"/>
    <w:rsid w:val="003044D5"/>
    <w:rsid w:val="0030604E"/>
    <w:rsid w:val="003063B9"/>
    <w:rsid w:val="00306E9B"/>
    <w:rsid w:val="00312ACA"/>
    <w:rsid w:val="00313F41"/>
    <w:rsid w:val="0031455B"/>
    <w:rsid w:val="003152C4"/>
    <w:rsid w:val="00315ECD"/>
    <w:rsid w:val="00317FFD"/>
    <w:rsid w:val="00320CD6"/>
    <w:rsid w:val="00321E28"/>
    <w:rsid w:val="0032323B"/>
    <w:rsid w:val="0032583D"/>
    <w:rsid w:val="00326C09"/>
    <w:rsid w:val="00327544"/>
    <w:rsid w:val="00327D5C"/>
    <w:rsid w:val="003308AB"/>
    <w:rsid w:val="00331021"/>
    <w:rsid w:val="00333890"/>
    <w:rsid w:val="003339EE"/>
    <w:rsid w:val="00333E15"/>
    <w:rsid w:val="003377BA"/>
    <w:rsid w:val="00340B21"/>
    <w:rsid w:val="0034193D"/>
    <w:rsid w:val="003424E8"/>
    <w:rsid w:val="00342C4E"/>
    <w:rsid w:val="00342EF4"/>
    <w:rsid w:val="00343CA4"/>
    <w:rsid w:val="00344D59"/>
    <w:rsid w:val="00344E37"/>
    <w:rsid w:val="0034657C"/>
    <w:rsid w:val="00346B5D"/>
    <w:rsid w:val="00346C67"/>
    <w:rsid w:val="0035572E"/>
    <w:rsid w:val="00356176"/>
    <w:rsid w:val="00356E7D"/>
    <w:rsid w:val="003574A8"/>
    <w:rsid w:val="00357F1B"/>
    <w:rsid w:val="003652E3"/>
    <w:rsid w:val="00371984"/>
    <w:rsid w:val="00373C00"/>
    <w:rsid w:val="00380F53"/>
    <w:rsid w:val="00385198"/>
    <w:rsid w:val="00387443"/>
    <w:rsid w:val="00387E4E"/>
    <w:rsid w:val="003916F8"/>
    <w:rsid w:val="00393D8B"/>
    <w:rsid w:val="003945CB"/>
    <w:rsid w:val="00396D8A"/>
    <w:rsid w:val="0039755F"/>
    <w:rsid w:val="003A6936"/>
    <w:rsid w:val="003A7F94"/>
    <w:rsid w:val="003B1614"/>
    <w:rsid w:val="003B2E41"/>
    <w:rsid w:val="003B6FA7"/>
    <w:rsid w:val="003C08F8"/>
    <w:rsid w:val="003C261B"/>
    <w:rsid w:val="003C3DF9"/>
    <w:rsid w:val="003D0EAF"/>
    <w:rsid w:val="003D1EFB"/>
    <w:rsid w:val="003D254D"/>
    <w:rsid w:val="003D42A4"/>
    <w:rsid w:val="003D5806"/>
    <w:rsid w:val="003D5A31"/>
    <w:rsid w:val="003D6D2A"/>
    <w:rsid w:val="003D781D"/>
    <w:rsid w:val="003D7951"/>
    <w:rsid w:val="003E1B4B"/>
    <w:rsid w:val="003E380E"/>
    <w:rsid w:val="003E6E26"/>
    <w:rsid w:val="003E739B"/>
    <w:rsid w:val="003F1099"/>
    <w:rsid w:val="003F3842"/>
    <w:rsid w:val="003F3893"/>
    <w:rsid w:val="003F471B"/>
    <w:rsid w:val="0040188C"/>
    <w:rsid w:val="00401EAB"/>
    <w:rsid w:val="00402097"/>
    <w:rsid w:val="004025BA"/>
    <w:rsid w:val="00403706"/>
    <w:rsid w:val="00405C07"/>
    <w:rsid w:val="00406DBE"/>
    <w:rsid w:val="00407AC4"/>
    <w:rsid w:val="00410D77"/>
    <w:rsid w:val="0041209A"/>
    <w:rsid w:val="0041379D"/>
    <w:rsid w:val="0042055F"/>
    <w:rsid w:val="004208DF"/>
    <w:rsid w:val="00421336"/>
    <w:rsid w:val="00421A65"/>
    <w:rsid w:val="00423322"/>
    <w:rsid w:val="00424574"/>
    <w:rsid w:val="0042689C"/>
    <w:rsid w:val="00426943"/>
    <w:rsid w:val="00426B9B"/>
    <w:rsid w:val="00431627"/>
    <w:rsid w:val="0043414D"/>
    <w:rsid w:val="00434B3C"/>
    <w:rsid w:val="0043732B"/>
    <w:rsid w:val="0043795B"/>
    <w:rsid w:val="00442255"/>
    <w:rsid w:val="0044434E"/>
    <w:rsid w:val="00445966"/>
    <w:rsid w:val="00447271"/>
    <w:rsid w:val="00452819"/>
    <w:rsid w:val="0045313E"/>
    <w:rsid w:val="00455C49"/>
    <w:rsid w:val="004562C5"/>
    <w:rsid w:val="00456B08"/>
    <w:rsid w:val="0046021B"/>
    <w:rsid w:val="0046027F"/>
    <w:rsid w:val="00462817"/>
    <w:rsid w:val="00462D6A"/>
    <w:rsid w:val="0046330A"/>
    <w:rsid w:val="00464D9F"/>
    <w:rsid w:val="00466857"/>
    <w:rsid w:val="00470E15"/>
    <w:rsid w:val="0047186A"/>
    <w:rsid w:val="00472AEB"/>
    <w:rsid w:val="0047428A"/>
    <w:rsid w:val="00476047"/>
    <w:rsid w:val="00481C7F"/>
    <w:rsid w:val="0048224E"/>
    <w:rsid w:val="004870FD"/>
    <w:rsid w:val="00487DB4"/>
    <w:rsid w:val="0049799E"/>
    <w:rsid w:val="004A27D2"/>
    <w:rsid w:val="004A32A2"/>
    <w:rsid w:val="004A33DC"/>
    <w:rsid w:val="004A49CF"/>
    <w:rsid w:val="004A54AE"/>
    <w:rsid w:val="004A5975"/>
    <w:rsid w:val="004A5E27"/>
    <w:rsid w:val="004A79B9"/>
    <w:rsid w:val="004B02EE"/>
    <w:rsid w:val="004B30BA"/>
    <w:rsid w:val="004B6230"/>
    <w:rsid w:val="004B7CEE"/>
    <w:rsid w:val="004C0892"/>
    <w:rsid w:val="004C0E7A"/>
    <w:rsid w:val="004C3D40"/>
    <w:rsid w:val="004C5933"/>
    <w:rsid w:val="004C6B85"/>
    <w:rsid w:val="004D1A36"/>
    <w:rsid w:val="004D20F5"/>
    <w:rsid w:val="004D32CB"/>
    <w:rsid w:val="004D61F3"/>
    <w:rsid w:val="004E018D"/>
    <w:rsid w:val="004E1706"/>
    <w:rsid w:val="004E3290"/>
    <w:rsid w:val="004E4088"/>
    <w:rsid w:val="004E4696"/>
    <w:rsid w:val="004E60E3"/>
    <w:rsid w:val="004F1C64"/>
    <w:rsid w:val="004F37CC"/>
    <w:rsid w:val="004F47C5"/>
    <w:rsid w:val="00504253"/>
    <w:rsid w:val="00507640"/>
    <w:rsid w:val="005078E8"/>
    <w:rsid w:val="00507A23"/>
    <w:rsid w:val="00510AE2"/>
    <w:rsid w:val="00511023"/>
    <w:rsid w:val="005116D5"/>
    <w:rsid w:val="0051302F"/>
    <w:rsid w:val="00515F89"/>
    <w:rsid w:val="00516C13"/>
    <w:rsid w:val="005173E5"/>
    <w:rsid w:val="00517A3C"/>
    <w:rsid w:val="00517BEA"/>
    <w:rsid w:val="00521741"/>
    <w:rsid w:val="00522B46"/>
    <w:rsid w:val="00524F6F"/>
    <w:rsid w:val="0052503E"/>
    <w:rsid w:val="005313E5"/>
    <w:rsid w:val="00531DCC"/>
    <w:rsid w:val="005325A9"/>
    <w:rsid w:val="0053329D"/>
    <w:rsid w:val="0053433D"/>
    <w:rsid w:val="0053553B"/>
    <w:rsid w:val="00536CC1"/>
    <w:rsid w:val="00537D4A"/>
    <w:rsid w:val="00540863"/>
    <w:rsid w:val="00541460"/>
    <w:rsid w:val="0054541B"/>
    <w:rsid w:val="00546A88"/>
    <w:rsid w:val="00546D3D"/>
    <w:rsid w:val="00551A13"/>
    <w:rsid w:val="0055306C"/>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3849"/>
    <w:rsid w:val="00594F37"/>
    <w:rsid w:val="00595614"/>
    <w:rsid w:val="005967C2"/>
    <w:rsid w:val="005A0394"/>
    <w:rsid w:val="005A0FEF"/>
    <w:rsid w:val="005A183D"/>
    <w:rsid w:val="005A5A9A"/>
    <w:rsid w:val="005B040A"/>
    <w:rsid w:val="005B4714"/>
    <w:rsid w:val="005B69B9"/>
    <w:rsid w:val="005B76FD"/>
    <w:rsid w:val="005B79D9"/>
    <w:rsid w:val="005C06D6"/>
    <w:rsid w:val="005C0FFE"/>
    <w:rsid w:val="005C10D0"/>
    <w:rsid w:val="005C2C0E"/>
    <w:rsid w:val="005C2C5C"/>
    <w:rsid w:val="005C3172"/>
    <w:rsid w:val="005C3F4C"/>
    <w:rsid w:val="005C3F78"/>
    <w:rsid w:val="005C51E3"/>
    <w:rsid w:val="005D14A2"/>
    <w:rsid w:val="005D14F6"/>
    <w:rsid w:val="005D3D01"/>
    <w:rsid w:val="005E0117"/>
    <w:rsid w:val="005E1964"/>
    <w:rsid w:val="005E7678"/>
    <w:rsid w:val="005F0D47"/>
    <w:rsid w:val="005F161B"/>
    <w:rsid w:val="005F22EA"/>
    <w:rsid w:val="005F2CD0"/>
    <w:rsid w:val="005F3607"/>
    <w:rsid w:val="005F5734"/>
    <w:rsid w:val="005F686B"/>
    <w:rsid w:val="00601EAC"/>
    <w:rsid w:val="00602057"/>
    <w:rsid w:val="0060287D"/>
    <w:rsid w:val="00606CAF"/>
    <w:rsid w:val="00613A21"/>
    <w:rsid w:val="006155CE"/>
    <w:rsid w:val="0061697B"/>
    <w:rsid w:val="00616FB7"/>
    <w:rsid w:val="006238A1"/>
    <w:rsid w:val="00623C2D"/>
    <w:rsid w:val="006243D1"/>
    <w:rsid w:val="00630088"/>
    <w:rsid w:val="006326E3"/>
    <w:rsid w:val="00632AC9"/>
    <w:rsid w:val="00632B04"/>
    <w:rsid w:val="006336C7"/>
    <w:rsid w:val="00633EB5"/>
    <w:rsid w:val="00634778"/>
    <w:rsid w:val="00641D2F"/>
    <w:rsid w:val="006420E3"/>
    <w:rsid w:val="00643B75"/>
    <w:rsid w:val="00645F36"/>
    <w:rsid w:val="0064677A"/>
    <w:rsid w:val="00652660"/>
    <w:rsid w:val="00655B54"/>
    <w:rsid w:val="00656151"/>
    <w:rsid w:val="00657D96"/>
    <w:rsid w:val="00660C15"/>
    <w:rsid w:val="0066169F"/>
    <w:rsid w:val="00662123"/>
    <w:rsid w:val="006645A6"/>
    <w:rsid w:val="006662B7"/>
    <w:rsid w:val="00666834"/>
    <w:rsid w:val="00667391"/>
    <w:rsid w:val="00672096"/>
    <w:rsid w:val="00683781"/>
    <w:rsid w:val="006840DA"/>
    <w:rsid w:val="006843FB"/>
    <w:rsid w:val="0068532C"/>
    <w:rsid w:val="006859FE"/>
    <w:rsid w:val="00687829"/>
    <w:rsid w:val="006930C7"/>
    <w:rsid w:val="00693487"/>
    <w:rsid w:val="00694F13"/>
    <w:rsid w:val="006A164B"/>
    <w:rsid w:val="006A1E62"/>
    <w:rsid w:val="006A3678"/>
    <w:rsid w:val="006A6538"/>
    <w:rsid w:val="006A6E41"/>
    <w:rsid w:val="006B46E0"/>
    <w:rsid w:val="006B611B"/>
    <w:rsid w:val="006C42B1"/>
    <w:rsid w:val="006C44EB"/>
    <w:rsid w:val="006D0A76"/>
    <w:rsid w:val="006D143A"/>
    <w:rsid w:val="006D3EA3"/>
    <w:rsid w:val="006D603F"/>
    <w:rsid w:val="006D764D"/>
    <w:rsid w:val="006E0B38"/>
    <w:rsid w:val="006E3078"/>
    <w:rsid w:val="006E419F"/>
    <w:rsid w:val="006E4A02"/>
    <w:rsid w:val="006E4E8C"/>
    <w:rsid w:val="006E65BB"/>
    <w:rsid w:val="006F5E68"/>
    <w:rsid w:val="006F6DD7"/>
    <w:rsid w:val="006F7631"/>
    <w:rsid w:val="007009CE"/>
    <w:rsid w:val="00700ADE"/>
    <w:rsid w:val="00701A0D"/>
    <w:rsid w:val="007024ED"/>
    <w:rsid w:val="007035A8"/>
    <w:rsid w:val="00704611"/>
    <w:rsid w:val="00706632"/>
    <w:rsid w:val="00707AA8"/>
    <w:rsid w:val="00710D19"/>
    <w:rsid w:val="00711687"/>
    <w:rsid w:val="00712950"/>
    <w:rsid w:val="007156D5"/>
    <w:rsid w:val="00716238"/>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533B"/>
    <w:rsid w:val="00736557"/>
    <w:rsid w:val="00740149"/>
    <w:rsid w:val="007404F3"/>
    <w:rsid w:val="007411C2"/>
    <w:rsid w:val="00741ED5"/>
    <w:rsid w:val="00744EC5"/>
    <w:rsid w:val="00752EEC"/>
    <w:rsid w:val="00752FB3"/>
    <w:rsid w:val="00754636"/>
    <w:rsid w:val="00754A6B"/>
    <w:rsid w:val="00757AA3"/>
    <w:rsid w:val="007619A2"/>
    <w:rsid w:val="007627C1"/>
    <w:rsid w:val="00763149"/>
    <w:rsid w:val="00763C26"/>
    <w:rsid w:val="00765B8D"/>
    <w:rsid w:val="00766F73"/>
    <w:rsid w:val="007719C7"/>
    <w:rsid w:val="00771AA1"/>
    <w:rsid w:val="007729F6"/>
    <w:rsid w:val="00772B7F"/>
    <w:rsid w:val="007730D2"/>
    <w:rsid w:val="00774FE2"/>
    <w:rsid w:val="00775E8C"/>
    <w:rsid w:val="00775F65"/>
    <w:rsid w:val="00777B62"/>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7BBD"/>
    <w:rsid w:val="007C0B99"/>
    <w:rsid w:val="007C7AE6"/>
    <w:rsid w:val="007D01AF"/>
    <w:rsid w:val="007D419E"/>
    <w:rsid w:val="007D677E"/>
    <w:rsid w:val="007D6A84"/>
    <w:rsid w:val="007D73A7"/>
    <w:rsid w:val="007E6800"/>
    <w:rsid w:val="007E6847"/>
    <w:rsid w:val="007E7E6F"/>
    <w:rsid w:val="007F10EA"/>
    <w:rsid w:val="007F1EBC"/>
    <w:rsid w:val="007F2DD5"/>
    <w:rsid w:val="007F2EAC"/>
    <w:rsid w:val="007F45B9"/>
    <w:rsid w:val="007F46AC"/>
    <w:rsid w:val="007F6CF7"/>
    <w:rsid w:val="007F703A"/>
    <w:rsid w:val="007F7919"/>
    <w:rsid w:val="008028D7"/>
    <w:rsid w:val="00803095"/>
    <w:rsid w:val="00803C52"/>
    <w:rsid w:val="00805B61"/>
    <w:rsid w:val="00811098"/>
    <w:rsid w:val="00811422"/>
    <w:rsid w:val="008121F6"/>
    <w:rsid w:val="00816A5E"/>
    <w:rsid w:val="00816B28"/>
    <w:rsid w:val="00816DD0"/>
    <w:rsid w:val="00816F7A"/>
    <w:rsid w:val="00817104"/>
    <w:rsid w:val="008171FB"/>
    <w:rsid w:val="00820EBA"/>
    <w:rsid w:val="00821023"/>
    <w:rsid w:val="00821389"/>
    <w:rsid w:val="00822A00"/>
    <w:rsid w:val="008231F5"/>
    <w:rsid w:val="0082369B"/>
    <w:rsid w:val="00823816"/>
    <w:rsid w:val="008255D8"/>
    <w:rsid w:val="008260C3"/>
    <w:rsid w:val="008305B6"/>
    <w:rsid w:val="008322AF"/>
    <w:rsid w:val="00832E4F"/>
    <w:rsid w:val="008348C5"/>
    <w:rsid w:val="00835127"/>
    <w:rsid w:val="00836C4B"/>
    <w:rsid w:val="00844C5B"/>
    <w:rsid w:val="00845887"/>
    <w:rsid w:val="0084714C"/>
    <w:rsid w:val="00850009"/>
    <w:rsid w:val="00850E28"/>
    <w:rsid w:val="008514AA"/>
    <w:rsid w:val="008523A5"/>
    <w:rsid w:val="00854175"/>
    <w:rsid w:val="0085673D"/>
    <w:rsid w:val="00857C7A"/>
    <w:rsid w:val="00857D5D"/>
    <w:rsid w:val="0086014E"/>
    <w:rsid w:val="00861003"/>
    <w:rsid w:val="00861651"/>
    <w:rsid w:val="008658BE"/>
    <w:rsid w:val="00867611"/>
    <w:rsid w:val="00871E17"/>
    <w:rsid w:val="00871EAB"/>
    <w:rsid w:val="00872DD3"/>
    <w:rsid w:val="00880716"/>
    <w:rsid w:val="00880EE4"/>
    <w:rsid w:val="008817D6"/>
    <w:rsid w:val="00881FE9"/>
    <w:rsid w:val="0089200E"/>
    <w:rsid w:val="008930B3"/>
    <w:rsid w:val="008A3A0D"/>
    <w:rsid w:val="008A5290"/>
    <w:rsid w:val="008A563B"/>
    <w:rsid w:val="008A7037"/>
    <w:rsid w:val="008B09A3"/>
    <w:rsid w:val="008B35C5"/>
    <w:rsid w:val="008B3A1B"/>
    <w:rsid w:val="008B3A64"/>
    <w:rsid w:val="008B474D"/>
    <w:rsid w:val="008B64FF"/>
    <w:rsid w:val="008B6C6C"/>
    <w:rsid w:val="008C014E"/>
    <w:rsid w:val="008C19EA"/>
    <w:rsid w:val="008C2740"/>
    <w:rsid w:val="008C3152"/>
    <w:rsid w:val="008C6252"/>
    <w:rsid w:val="008C7267"/>
    <w:rsid w:val="008D1BDE"/>
    <w:rsid w:val="008D36AF"/>
    <w:rsid w:val="008D4FDC"/>
    <w:rsid w:val="008D7167"/>
    <w:rsid w:val="008D7600"/>
    <w:rsid w:val="008E21F9"/>
    <w:rsid w:val="008E220D"/>
    <w:rsid w:val="008E2478"/>
    <w:rsid w:val="008E4616"/>
    <w:rsid w:val="008E6275"/>
    <w:rsid w:val="008E66AA"/>
    <w:rsid w:val="008E717E"/>
    <w:rsid w:val="009016D7"/>
    <w:rsid w:val="00901ED2"/>
    <w:rsid w:val="00902106"/>
    <w:rsid w:val="00902E35"/>
    <w:rsid w:val="00910BAF"/>
    <w:rsid w:val="0091180A"/>
    <w:rsid w:val="00912B68"/>
    <w:rsid w:val="00912F41"/>
    <w:rsid w:val="00914070"/>
    <w:rsid w:val="009176F6"/>
    <w:rsid w:val="00921A79"/>
    <w:rsid w:val="00927E10"/>
    <w:rsid w:val="0093036A"/>
    <w:rsid w:val="009307C0"/>
    <w:rsid w:val="009323F7"/>
    <w:rsid w:val="00932F92"/>
    <w:rsid w:val="009479D7"/>
    <w:rsid w:val="00950CE1"/>
    <w:rsid w:val="009539E0"/>
    <w:rsid w:val="00953BF9"/>
    <w:rsid w:val="00960C4B"/>
    <w:rsid w:val="00961FD1"/>
    <w:rsid w:val="00964917"/>
    <w:rsid w:val="00971471"/>
    <w:rsid w:val="009733AF"/>
    <w:rsid w:val="00974CC4"/>
    <w:rsid w:val="00975556"/>
    <w:rsid w:val="00975726"/>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A2246"/>
    <w:rsid w:val="009A2FA2"/>
    <w:rsid w:val="009A4C04"/>
    <w:rsid w:val="009A70C7"/>
    <w:rsid w:val="009B0CD3"/>
    <w:rsid w:val="009B185D"/>
    <w:rsid w:val="009B2403"/>
    <w:rsid w:val="009B5080"/>
    <w:rsid w:val="009C1730"/>
    <w:rsid w:val="009C3C71"/>
    <w:rsid w:val="009C4F9B"/>
    <w:rsid w:val="009C5BCE"/>
    <w:rsid w:val="009C66AB"/>
    <w:rsid w:val="009D0C1A"/>
    <w:rsid w:val="009D2818"/>
    <w:rsid w:val="009E10C8"/>
    <w:rsid w:val="009E2111"/>
    <w:rsid w:val="009E3892"/>
    <w:rsid w:val="009E4779"/>
    <w:rsid w:val="009E47E2"/>
    <w:rsid w:val="009E48BB"/>
    <w:rsid w:val="009E5977"/>
    <w:rsid w:val="009E7162"/>
    <w:rsid w:val="009F1867"/>
    <w:rsid w:val="009F4BF3"/>
    <w:rsid w:val="00A007D0"/>
    <w:rsid w:val="00A01CAB"/>
    <w:rsid w:val="00A02217"/>
    <w:rsid w:val="00A03352"/>
    <w:rsid w:val="00A05AE5"/>
    <w:rsid w:val="00A07A77"/>
    <w:rsid w:val="00A11BBA"/>
    <w:rsid w:val="00A123F6"/>
    <w:rsid w:val="00A14B4E"/>
    <w:rsid w:val="00A153F4"/>
    <w:rsid w:val="00A15867"/>
    <w:rsid w:val="00A161B3"/>
    <w:rsid w:val="00A16E99"/>
    <w:rsid w:val="00A20ADF"/>
    <w:rsid w:val="00A223C1"/>
    <w:rsid w:val="00A22735"/>
    <w:rsid w:val="00A2363C"/>
    <w:rsid w:val="00A2492C"/>
    <w:rsid w:val="00A24A77"/>
    <w:rsid w:val="00A2634D"/>
    <w:rsid w:val="00A30AAD"/>
    <w:rsid w:val="00A31272"/>
    <w:rsid w:val="00A32F1E"/>
    <w:rsid w:val="00A34B63"/>
    <w:rsid w:val="00A35C5B"/>
    <w:rsid w:val="00A4104C"/>
    <w:rsid w:val="00A4180C"/>
    <w:rsid w:val="00A442E9"/>
    <w:rsid w:val="00A46105"/>
    <w:rsid w:val="00A47168"/>
    <w:rsid w:val="00A471E6"/>
    <w:rsid w:val="00A51563"/>
    <w:rsid w:val="00A51CC4"/>
    <w:rsid w:val="00A51DD1"/>
    <w:rsid w:val="00A53285"/>
    <w:rsid w:val="00A54A53"/>
    <w:rsid w:val="00A578CB"/>
    <w:rsid w:val="00A630EB"/>
    <w:rsid w:val="00A7128C"/>
    <w:rsid w:val="00A71758"/>
    <w:rsid w:val="00A770AD"/>
    <w:rsid w:val="00A77408"/>
    <w:rsid w:val="00A80C16"/>
    <w:rsid w:val="00A81466"/>
    <w:rsid w:val="00A81E15"/>
    <w:rsid w:val="00A834AD"/>
    <w:rsid w:val="00A849FE"/>
    <w:rsid w:val="00A857E6"/>
    <w:rsid w:val="00AA1F06"/>
    <w:rsid w:val="00AA21B9"/>
    <w:rsid w:val="00AA43F9"/>
    <w:rsid w:val="00AA54B9"/>
    <w:rsid w:val="00AA6621"/>
    <w:rsid w:val="00AA6BB6"/>
    <w:rsid w:val="00AB33C3"/>
    <w:rsid w:val="00AB435B"/>
    <w:rsid w:val="00AB7234"/>
    <w:rsid w:val="00AC0DEA"/>
    <w:rsid w:val="00AC5529"/>
    <w:rsid w:val="00AC7C52"/>
    <w:rsid w:val="00AC7DFA"/>
    <w:rsid w:val="00AD224E"/>
    <w:rsid w:val="00AD3000"/>
    <w:rsid w:val="00AD4894"/>
    <w:rsid w:val="00AD53E6"/>
    <w:rsid w:val="00AD7143"/>
    <w:rsid w:val="00AE02B5"/>
    <w:rsid w:val="00AE2A6A"/>
    <w:rsid w:val="00AE382A"/>
    <w:rsid w:val="00AE521F"/>
    <w:rsid w:val="00AE6034"/>
    <w:rsid w:val="00AE6C8F"/>
    <w:rsid w:val="00AE6D2F"/>
    <w:rsid w:val="00AF0ED9"/>
    <w:rsid w:val="00AF2257"/>
    <w:rsid w:val="00AF2BDD"/>
    <w:rsid w:val="00AF4B5B"/>
    <w:rsid w:val="00AF68F4"/>
    <w:rsid w:val="00B00B6B"/>
    <w:rsid w:val="00B024FC"/>
    <w:rsid w:val="00B02A82"/>
    <w:rsid w:val="00B038A8"/>
    <w:rsid w:val="00B05F0F"/>
    <w:rsid w:val="00B06095"/>
    <w:rsid w:val="00B12243"/>
    <w:rsid w:val="00B123B0"/>
    <w:rsid w:val="00B145E4"/>
    <w:rsid w:val="00B1633B"/>
    <w:rsid w:val="00B17A00"/>
    <w:rsid w:val="00B17AC8"/>
    <w:rsid w:val="00B24443"/>
    <w:rsid w:val="00B24C36"/>
    <w:rsid w:val="00B25C4A"/>
    <w:rsid w:val="00B2777F"/>
    <w:rsid w:val="00B27DD6"/>
    <w:rsid w:val="00B34A2B"/>
    <w:rsid w:val="00B34C66"/>
    <w:rsid w:val="00B36035"/>
    <w:rsid w:val="00B371E2"/>
    <w:rsid w:val="00B42881"/>
    <w:rsid w:val="00B45843"/>
    <w:rsid w:val="00B527EA"/>
    <w:rsid w:val="00B52C84"/>
    <w:rsid w:val="00B53E26"/>
    <w:rsid w:val="00B566D3"/>
    <w:rsid w:val="00B57630"/>
    <w:rsid w:val="00B60927"/>
    <w:rsid w:val="00B60D01"/>
    <w:rsid w:val="00B60D9F"/>
    <w:rsid w:val="00B6132B"/>
    <w:rsid w:val="00B61BA1"/>
    <w:rsid w:val="00B64457"/>
    <w:rsid w:val="00B65E80"/>
    <w:rsid w:val="00B7001F"/>
    <w:rsid w:val="00B701DD"/>
    <w:rsid w:val="00B76CE0"/>
    <w:rsid w:val="00B76D5A"/>
    <w:rsid w:val="00B77C90"/>
    <w:rsid w:val="00B8096B"/>
    <w:rsid w:val="00B80ADA"/>
    <w:rsid w:val="00B83245"/>
    <w:rsid w:val="00B85052"/>
    <w:rsid w:val="00B86314"/>
    <w:rsid w:val="00B863CB"/>
    <w:rsid w:val="00B9138F"/>
    <w:rsid w:val="00B91736"/>
    <w:rsid w:val="00B92714"/>
    <w:rsid w:val="00B9334F"/>
    <w:rsid w:val="00BA1BFD"/>
    <w:rsid w:val="00BA401B"/>
    <w:rsid w:val="00BA7887"/>
    <w:rsid w:val="00BA7F7C"/>
    <w:rsid w:val="00BB0BC4"/>
    <w:rsid w:val="00BB75DC"/>
    <w:rsid w:val="00BB7864"/>
    <w:rsid w:val="00BB7910"/>
    <w:rsid w:val="00BC0DF8"/>
    <w:rsid w:val="00BC31DD"/>
    <w:rsid w:val="00BC5EE7"/>
    <w:rsid w:val="00BC64E4"/>
    <w:rsid w:val="00BD1799"/>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04B"/>
    <w:rsid w:val="00C10F1F"/>
    <w:rsid w:val="00C11015"/>
    <w:rsid w:val="00C16F91"/>
    <w:rsid w:val="00C220E3"/>
    <w:rsid w:val="00C27A5B"/>
    <w:rsid w:val="00C27B80"/>
    <w:rsid w:val="00C32996"/>
    <w:rsid w:val="00C338BB"/>
    <w:rsid w:val="00C358C4"/>
    <w:rsid w:val="00C35D83"/>
    <w:rsid w:val="00C360F3"/>
    <w:rsid w:val="00C37E34"/>
    <w:rsid w:val="00C40B2E"/>
    <w:rsid w:val="00C41DD2"/>
    <w:rsid w:val="00C42CBE"/>
    <w:rsid w:val="00C42FC2"/>
    <w:rsid w:val="00C4318F"/>
    <w:rsid w:val="00C43D21"/>
    <w:rsid w:val="00C46433"/>
    <w:rsid w:val="00C47F20"/>
    <w:rsid w:val="00C512A7"/>
    <w:rsid w:val="00C52AFB"/>
    <w:rsid w:val="00C60015"/>
    <w:rsid w:val="00C6149F"/>
    <w:rsid w:val="00C61620"/>
    <w:rsid w:val="00C71997"/>
    <w:rsid w:val="00C7219C"/>
    <w:rsid w:val="00C738CD"/>
    <w:rsid w:val="00C829CB"/>
    <w:rsid w:val="00C86CD9"/>
    <w:rsid w:val="00C87D58"/>
    <w:rsid w:val="00C924B9"/>
    <w:rsid w:val="00C944CA"/>
    <w:rsid w:val="00C94B71"/>
    <w:rsid w:val="00C958D7"/>
    <w:rsid w:val="00C96BF8"/>
    <w:rsid w:val="00CA0DBA"/>
    <w:rsid w:val="00CA112B"/>
    <w:rsid w:val="00CA1957"/>
    <w:rsid w:val="00CA1B7C"/>
    <w:rsid w:val="00CA34A7"/>
    <w:rsid w:val="00CA5071"/>
    <w:rsid w:val="00CA51C3"/>
    <w:rsid w:val="00CA70EC"/>
    <w:rsid w:val="00CA7419"/>
    <w:rsid w:val="00CA7B3F"/>
    <w:rsid w:val="00CB25DB"/>
    <w:rsid w:val="00CB3959"/>
    <w:rsid w:val="00CB4E08"/>
    <w:rsid w:val="00CC000B"/>
    <w:rsid w:val="00CC0507"/>
    <w:rsid w:val="00CC134E"/>
    <w:rsid w:val="00CC2CF5"/>
    <w:rsid w:val="00CC3B93"/>
    <w:rsid w:val="00CC48E7"/>
    <w:rsid w:val="00CC622C"/>
    <w:rsid w:val="00CC6AB5"/>
    <w:rsid w:val="00CD1A5F"/>
    <w:rsid w:val="00CD37A1"/>
    <w:rsid w:val="00CD3A7B"/>
    <w:rsid w:val="00CD454A"/>
    <w:rsid w:val="00CD4EE1"/>
    <w:rsid w:val="00CD5659"/>
    <w:rsid w:val="00CD7844"/>
    <w:rsid w:val="00CE17B1"/>
    <w:rsid w:val="00CE24E8"/>
    <w:rsid w:val="00CE2802"/>
    <w:rsid w:val="00CE2866"/>
    <w:rsid w:val="00CE545C"/>
    <w:rsid w:val="00CE572C"/>
    <w:rsid w:val="00CE7104"/>
    <w:rsid w:val="00CE7FB0"/>
    <w:rsid w:val="00CF07DB"/>
    <w:rsid w:val="00CF0E5C"/>
    <w:rsid w:val="00CF29F7"/>
    <w:rsid w:val="00CF361D"/>
    <w:rsid w:val="00CF443E"/>
    <w:rsid w:val="00CF4EBF"/>
    <w:rsid w:val="00CF7613"/>
    <w:rsid w:val="00D017A0"/>
    <w:rsid w:val="00D01FC7"/>
    <w:rsid w:val="00D0318E"/>
    <w:rsid w:val="00D0572A"/>
    <w:rsid w:val="00D06CCA"/>
    <w:rsid w:val="00D156C3"/>
    <w:rsid w:val="00D1661B"/>
    <w:rsid w:val="00D2074B"/>
    <w:rsid w:val="00D24453"/>
    <w:rsid w:val="00D2732F"/>
    <w:rsid w:val="00D324DB"/>
    <w:rsid w:val="00D359B8"/>
    <w:rsid w:val="00D365E6"/>
    <w:rsid w:val="00D36D00"/>
    <w:rsid w:val="00D40ECA"/>
    <w:rsid w:val="00D41D5D"/>
    <w:rsid w:val="00D42998"/>
    <w:rsid w:val="00D4491A"/>
    <w:rsid w:val="00D4647A"/>
    <w:rsid w:val="00D46609"/>
    <w:rsid w:val="00D46AFA"/>
    <w:rsid w:val="00D47259"/>
    <w:rsid w:val="00D50DD6"/>
    <w:rsid w:val="00D518DA"/>
    <w:rsid w:val="00D52858"/>
    <w:rsid w:val="00D603E6"/>
    <w:rsid w:val="00D61282"/>
    <w:rsid w:val="00D6445B"/>
    <w:rsid w:val="00D675AD"/>
    <w:rsid w:val="00D7190E"/>
    <w:rsid w:val="00D7271A"/>
    <w:rsid w:val="00D7438D"/>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D03"/>
    <w:rsid w:val="00DA1A79"/>
    <w:rsid w:val="00DA348A"/>
    <w:rsid w:val="00DA7DF1"/>
    <w:rsid w:val="00DB12B3"/>
    <w:rsid w:val="00DB22DF"/>
    <w:rsid w:val="00DB23DC"/>
    <w:rsid w:val="00DB2BD1"/>
    <w:rsid w:val="00DB357E"/>
    <w:rsid w:val="00DB3EA3"/>
    <w:rsid w:val="00DB44A3"/>
    <w:rsid w:val="00DB4B27"/>
    <w:rsid w:val="00DB6D38"/>
    <w:rsid w:val="00DC2041"/>
    <w:rsid w:val="00DC3BA3"/>
    <w:rsid w:val="00DC3FBF"/>
    <w:rsid w:val="00DC70E8"/>
    <w:rsid w:val="00DD2238"/>
    <w:rsid w:val="00DD5E8F"/>
    <w:rsid w:val="00DD6844"/>
    <w:rsid w:val="00DE15B8"/>
    <w:rsid w:val="00DE25C1"/>
    <w:rsid w:val="00DE2821"/>
    <w:rsid w:val="00DE32C9"/>
    <w:rsid w:val="00DF06EC"/>
    <w:rsid w:val="00DF1211"/>
    <w:rsid w:val="00DF1D2E"/>
    <w:rsid w:val="00DF2FFF"/>
    <w:rsid w:val="00DF3A73"/>
    <w:rsid w:val="00DF44CE"/>
    <w:rsid w:val="00DF50D4"/>
    <w:rsid w:val="00DF78B1"/>
    <w:rsid w:val="00E000D9"/>
    <w:rsid w:val="00E01473"/>
    <w:rsid w:val="00E039F1"/>
    <w:rsid w:val="00E042D3"/>
    <w:rsid w:val="00E0730D"/>
    <w:rsid w:val="00E07632"/>
    <w:rsid w:val="00E11186"/>
    <w:rsid w:val="00E13683"/>
    <w:rsid w:val="00E14B60"/>
    <w:rsid w:val="00E14C1A"/>
    <w:rsid w:val="00E162E4"/>
    <w:rsid w:val="00E168DC"/>
    <w:rsid w:val="00E215CB"/>
    <w:rsid w:val="00E216A5"/>
    <w:rsid w:val="00E217FB"/>
    <w:rsid w:val="00E21B8B"/>
    <w:rsid w:val="00E21F81"/>
    <w:rsid w:val="00E24E36"/>
    <w:rsid w:val="00E339B3"/>
    <w:rsid w:val="00E345C9"/>
    <w:rsid w:val="00E3660E"/>
    <w:rsid w:val="00E379FA"/>
    <w:rsid w:val="00E431E9"/>
    <w:rsid w:val="00E434BC"/>
    <w:rsid w:val="00E4642F"/>
    <w:rsid w:val="00E53841"/>
    <w:rsid w:val="00E60C7D"/>
    <w:rsid w:val="00E61E0F"/>
    <w:rsid w:val="00E621E0"/>
    <w:rsid w:val="00E62CDD"/>
    <w:rsid w:val="00E63A37"/>
    <w:rsid w:val="00E66E4E"/>
    <w:rsid w:val="00E66EB2"/>
    <w:rsid w:val="00E670ED"/>
    <w:rsid w:val="00E706B6"/>
    <w:rsid w:val="00E72327"/>
    <w:rsid w:val="00E743EE"/>
    <w:rsid w:val="00E743F9"/>
    <w:rsid w:val="00E7480A"/>
    <w:rsid w:val="00E76A12"/>
    <w:rsid w:val="00E77E9B"/>
    <w:rsid w:val="00E803B9"/>
    <w:rsid w:val="00E84685"/>
    <w:rsid w:val="00E85D76"/>
    <w:rsid w:val="00E86594"/>
    <w:rsid w:val="00E87975"/>
    <w:rsid w:val="00E922CA"/>
    <w:rsid w:val="00E92322"/>
    <w:rsid w:val="00E9351E"/>
    <w:rsid w:val="00E9502E"/>
    <w:rsid w:val="00E9704F"/>
    <w:rsid w:val="00E97A33"/>
    <w:rsid w:val="00EA548C"/>
    <w:rsid w:val="00EA6D30"/>
    <w:rsid w:val="00EB3BF3"/>
    <w:rsid w:val="00EB541B"/>
    <w:rsid w:val="00EB79FE"/>
    <w:rsid w:val="00EC0DF2"/>
    <w:rsid w:val="00EC4FD0"/>
    <w:rsid w:val="00ED132E"/>
    <w:rsid w:val="00ED1865"/>
    <w:rsid w:val="00ED2E80"/>
    <w:rsid w:val="00ED4EED"/>
    <w:rsid w:val="00ED4EF2"/>
    <w:rsid w:val="00ED72C2"/>
    <w:rsid w:val="00EE771F"/>
    <w:rsid w:val="00EE7EA5"/>
    <w:rsid w:val="00EF08FC"/>
    <w:rsid w:val="00EF220A"/>
    <w:rsid w:val="00EF24EE"/>
    <w:rsid w:val="00EF6EE8"/>
    <w:rsid w:val="00F00179"/>
    <w:rsid w:val="00F0097E"/>
    <w:rsid w:val="00F00E37"/>
    <w:rsid w:val="00F0162A"/>
    <w:rsid w:val="00F04369"/>
    <w:rsid w:val="00F05CB2"/>
    <w:rsid w:val="00F05EA5"/>
    <w:rsid w:val="00F07341"/>
    <w:rsid w:val="00F10313"/>
    <w:rsid w:val="00F11566"/>
    <w:rsid w:val="00F11ABB"/>
    <w:rsid w:val="00F13D78"/>
    <w:rsid w:val="00F1507F"/>
    <w:rsid w:val="00F16278"/>
    <w:rsid w:val="00F22BCC"/>
    <w:rsid w:val="00F23AB4"/>
    <w:rsid w:val="00F2587F"/>
    <w:rsid w:val="00F32AD9"/>
    <w:rsid w:val="00F33B4B"/>
    <w:rsid w:val="00F3467D"/>
    <w:rsid w:val="00F351B4"/>
    <w:rsid w:val="00F36944"/>
    <w:rsid w:val="00F37AA7"/>
    <w:rsid w:val="00F41823"/>
    <w:rsid w:val="00F43576"/>
    <w:rsid w:val="00F43F5C"/>
    <w:rsid w:val="00F469E9"/>
    <w:rsid w:val="00F543EB"/>
    <w:rsid w:val="00F57C65"/>
    <w:rsid w:val="00F6445F"/>
    <w:rsid w:val="00F658DB"/>
    <w:rsid w:val="00F701F2"/>
    <w:rsid w:val="00F70CA6"/>
    <w:rsid w:val="00F717E3"/>
    <w:rsid w:val="00F718B6"/>
    <w:rsid w:val="00F72063"/>
    <w:rsid w:val="00F72130"/>
    <w:rsid w:val="00F74364"/>
    <w:rsid w:val="00F751FC"/>
    <w:rsid w:val="00F77738"/>
    <w:rsid w:val="00F77D0C"/>
    <w:rsid w:val="00F8195F"/>
    <w:rsid w:val="00F82433"/>
    <w:rsid w:val="00F830D9"/>
    <w:rsid w:val="00F83191"/>
    <w:rsid w:val="00F833E2"/>
    <w:rsid w:val="00F8468E"/>
    <w:rsid w:val="00F860B6"/>
    <w:rsid w:val="00F877D4"/>
    <w:rsid w:val="00F92F4E"/>
    <w:rsid w:val="00F94010"/>
    <w:rsid w:val="00FA1A21"/>
    <w:rsid w:val="00FA5183"/>
    <w:rsid w:val="00FA545E"/>
    <w:rsid w:val="00FA5E02"/>
    <w:rsid w:val="00FA7D61"/>
    <w:rsid w:val="00FB1232"/>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38AE"/>
    <w:rsid w:val="00FE3C52"/>
    <w:rsid w:val="00FF1B3A"/>
    <w:rsid w:val="00FF211B"/>
    <w:rsid w:val="00FF3FE1"/>
    <w:rsid w:val="00FF4F4B"/>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1009"/>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C3D40"/>
    <w:rPr>
      <w:sz w:val="24"/>
      <w:szCs w:val="24"/>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240FBC600F4D1B8CFB195AAAC327CB"/>
        <w:category>
          <w:name w:val="Generale"/>
          <w:gallery w:val="placeholder"/>
        </w:category>
        <w:types>
          <w:type w:val="bbPlcHdr"/>
        </w:types>
        <w:behaviors>
          <w:behavior w:val="content"/>
        </w:behaviors>
        <w:guid w:val="{C9C84F48-E123-4E79-9175-619944478277}"/>
      </w:docPartPr>
      <w:docPartBody>
        <w:p w:rsidR="00F24AF6" w:rsidRDefault="0055333A" w:rsidP="0055333A">
          <w:pPr>
            <w:pStyle w:val="9B240FBC600F4D1B8CFB195AAAC327CB"/>
          </w:pPr>
          <w:r w:rsidRPr="007176B6">
            <w:rPr>
              <w:rStyle w:val="Testosegnaposto"/>
            </w:rPr>
            <w:t>Fare clic qui per immettere testo.</w:t>
          </w:r>
        </w:p>
      </w:docPartBody>
    </w:docPart>
    <w:docPart>
      <w:docPartPr>
        <w:name w:val="F2B0E11347EE4956B75E26006A90E90F"/>
        <w:category>
          <w:name w:val="Generale"/>
          <w:gallery w:val="placeholder"/>
        </w:category>
        <w:types>
          <w:type w:val="bbPlcHdr"/>
        </w:types>
        <w:behaviors>
          <w:behavior w:val="content"/>
        </w:behaviors>
        <w:guid w:val="{D21C7A5B-22A8-406B-978F-FDFB7EF9B1DB}"/>
      </w:docPartPr>
      <w:docPartBody>
        <w:p w:rsidR="00F24AF6" w:rsidRDefault="0055333A" w:rsidP="0055333A">
          <w:pPr>
            <w:pStyle w:val="F2B0E11347EE4956B75E26006A90E90F"/>
          </w:pPr>
          <w:r w:rsidRPr="007176B6">
            <w:rPr>
              <w:rStyle w:val="Testosegnaposto"/>
            </w:rPr>
            <w:t>Fare clic qui per immettere testo.</w:t>
          </w:r>
        </w:p>
      </w:docPartBody>
    </w:docPart>
    <w:docPart>
      <w:docPartPr>
        <w:name w:val="BCEB13BACAF74529B2A4A9A164FF3E9B"/>
        <w:category>
          <w:name w:val="Generale"/>
          <w:gallery w:val="placeholder"/>
        </w:category>
        <w:types>
          <w:type w:val="bbPlcHdr"/>
        </w:types>
        <w:behaviors>
          <w:behavior w:val="content"/>
        </w:behaviors>
        <w:guid w:val="{F499A35F-5CC8-4F4E-8F17-F5A4140F46DD}"/>
      </w:docPartPr>
      <w:docPartBody>
        <w:p w:rsidR="00F24AF6" w:rsidRDefault="0055333A" w:rsidP="0055333A">
          <w:pPr>
            <w:pStyle w:val="BCEB13BACAF74529B2A4A9A164FF3E9B"/>
          </w:pPr>
          <w:r w:rsidRPr="007176B6">
            <w:rPr>
              <w:rStyle w:val="Testosegnaposto"/>
            </w:rPr>
            <w:t>Fare clic qui per immettere testo.</w:t>
          </w:r>
        </w:p>
      </w:docPartBody>
    </w:docPart>
    <w:docPart>
      <w:docPartPr>
        <w:name w:val="A6122ADB4B7E4F64BD60874954453A5A"/>
        <w:category>
          <w:name w:val="Generale"/>
          <w:gallery w:val="placeholder"/>
        </w:category>
        <w:types>
          <w:type w:val="bbPlcHdr"/>
        </w:types>
        <w:behaviors>
          <w:behavior w:val="content"/>
        </w:behaviors>
        <w:guid w:val="{60EDEC65-633C-4A4D-BD33-4D3617E06F91}"/>
      </w:docPartPr>
      <w:docPartBody>
        <w:p w:rsidR="00F24AF6" w:rsidRDefault="0055333A" w:rsidP="0055333A">
          <w:pPr>
            <w:pStyle w:val="A6122ADB4B7E4F64BD60874954453A5A"/>
          </w:pPr>
          <w:r w:rsidRPr="007176B6">
            <w:rPr>
              <w:rStyle w:val="Testosegnaposto"/>
            </w:rPr>
            <w:t>Fare clic qui per immettere testo.</w:t>
          </w:r>
        </w:p>
      </w:docPartBody>
    </w:docPart>
    <w:docPart>
      <w:docPartPr>
        <w:name w:val="3FA280CF02DC45B59B8C2C7E482B9C50"/>
        <w:category>
          <w:name w:val="Generale"/>
          <w:gallery w:val="placeholder"/>
        </w:category>
        <w:types>
          <w:type w:val="bbPlcHdr"/>
        </w:types>
        <w:behaviors>
          <w:behavior w:val="content"/>
        </w:behaviors>
        <w:guid w:val="{0874BEC3-339E-464B-88ED-23CB8CA16496}"/>
      </w:docPartPr>
      <w:docPartBody>
        <w:p w:rsidR="00F24AF6" w:rsidRDefault="0055333A" w:rsidP="0055333A">
          <w:pPr>
            <w:pStyle w:val="3FA280CF02DC45B59B8C2C7E482B9C50"/>
          </w:pPr>
          <w:r w:rsidRPr="007176B6">
            <w:rPr>
              <w:rStyle w:val="Testosegnaposto"/>
            </w:rPr>
            <w:t>Fare clic qui per immettere testo.</w:t>
          </w:r>
        </w:p>
      </w:docPartBody>
    </w:docPart>
    <w:docPart>
      <w:docPartPr>
        <w:name w:val="34C6876FC8E5419C904743D5015F3840"/>
        <w:category>
          <w:name w:val="Generale"/>
          <w:gallery w:val="placeholder"/>
        </w:category>
        <w:types>
          <w:type w:val="bbPlcHdr"/>
        </w:types>
        <w:behaviors>
          <w:behavior w:val="content"/>
        </w:behaviors>
        <w:guid w:val="{7614E6FE-C9E1-4BF5-83BA-3E5FC99EA6FC}"/>
      </w:docPartPr>
      <w:docPartBody>
        <w:p w:rsidR="00F24AF6" w:rsidRDefault="0055333A" w:rsidP="0055333A">
          <w:pPr>
            <w:pStyle w:val="34C6876FC8E5419C904743D5015F3840"/>
          </w:pPr>
          <w:r w:rsidRPr="007176B6">
            <w:rPr>
              <w:rStyle w:val="Testosegnaposto"/>
            </w:rPr>
            <w:t>Fare clic qui per immettere testo.</w:t>
          </w:r>
        </w:p>
      </w:docPartBody>
    </w:docPart>
    <w:docPart>
      <w:docPartPr>
        <w:name w:val="A4CE668E4EC045A1A1001DD77967D8C7"/>
        <w:category>
          <w:name w:val="Generale"/>
          <w:gallery w:val="placeholder"/>
        </w:category>
        <w:types>
          <w:type w:val="bbPlcHdr"/>
        </w:types>
        <w:behaviors>
          <w:behavior w:val="content"/>
        </w:behaviors>
        <w:guid w:val="{9DCCD494-5E99-404C-A6A6-31FAE217804E}"/>
      </w:docPartPr>
      <w:docPartBody>
        <w:p w:rsidR="00F24AF6" w:rsidRDefault="0055333A" w:rsidP="0055333A">
          <w:pPr>
            <w:pStyle w:val="A4CE668E4EC045A1A1001DD77967D8C7"/>
          </w:pPr>
          <w:r w:rsidRPr="007176B6">
            <w:rPr>
              <w:rStyle w:val="Testosegnaposto"/>
            </w:rPr>
            <w:t>Fare clic qui per immettere testo.</w:t>
          </w:r>
        </w:p>
      </w:docPartBody>
    </w:docPart>
    <w:docPart>
      <w:docPartPr>
        <w:name w:val="C1DDA3C3484640D1B43480AF9A9F9701"/>
        <w:category>
          <w:name w:val="Generale"/>
          <w:gallery w:val="placeholder"/>
        </w:category>
        <w:types>
          <w:type w:val="bbPlcHdr"/>
        </w:types>
        <w:behaviors>
          <w:behavior w:val="content"/>
        </w:behaviors>
        <w:guid w:val="{808BE126-C643-41ED-A7A9-2D9E1989930D}"/>
      </w:docPartPr>
      <w:docPartBody>
        <w:p w:rsidR="00F24AF6" w:rsidRDefault="0055333A" w:rsidP="0055333A">
          <w:pPr>
            <w:pStyle w:val="C1DDA3C3484640D1B43480AF9A9F9701"/>
          </w:pPr>
          <w:r w:rsidRPr="007176B6">
            <w:rPr>
              <w:rStyle w:val="Testosegnaposto"/>
            </w:rPr>
            <w:t>Fare clic qui per immettere testo.</w:t>
          </w:r>
        </w:p>
      </w:docPartBody>
    </w:docPart>
    <w:docPart>
      <w:docPartPr>
        <w:name w:val="4FCEC782A6C8497EBC7FC73090E99E36"/>
        <w:category>
          <w:name w:val="Generale"/>
          <w:gallery w:val="placeholder"/>
        </w:category>
        <w:types>
          <w:type w:val="bbPlcHdr"/>
        </w:types>
        <w:behaviors>
          <w:behavior w:val="content"/>
        </w:behaviors>
        <w:guid w:val="{62164169-0AEC-485B-8AD1-80058EA768D7}"/>
      </w:docPartPr>
      <w:docPartBody>
        <w:p w:rsidR="00F24AF6" w:rsidRDefault="0055333A" w:rsidP="0055333A">
          <w:pPr>
            <w:pStyle w:val="4FCEC782A6C8497EBC7FC73090E99E36"/>
          </w:pPr>
          <w:r w:rsidRPr="007176B6">
            <w:rPr>
              <w:rStyle w:val="Testosegnaposto"/>
            </w:rPr>
            <w:t>Fare clic qui per immettere testo.</w:t>
          </w:r>
        </w:p>
      </w:docPartBody>
    </w:docPart>
    <w:docPart>
      <w:docPartPr>
        <w:name w:val="100D83D39E2F42959B15FE2AAF716BFB"/>
        <w:category>
          <w:name w:val="Generale"/>
          <w:gallery w:val="placeholder"/>
        </w:category>
        <w:types>
          <w:type w:val="bbPlcHdr"/>
        </w:types>
        <w:behaviors>
          <w:behavior w:val="content"/>
        </w:behaviors>
        <w:guid w:val="{0DA78B8D-1741-41F9-AAD3-59825FD11E34}"/>
      </w:docPartPr>
      <w:docPartBody>
        <w:p w:rsidR="00F24AF6" w:rsidRDefault="0055333A" w:rsidP="0055333A">
          <w:pPr>
            <w:pStyle w:val="100D83D39E2F42959B15FE2AAF716BFB"/>
          </w:pPr>
          <w:r w:rsidRPr="007176B6">
            <w:rPr>
              <w:rStyle w:val="Testosegnaposto"/>
            </w:rPr>
            <w:t>Fare clic qui per immettere testo.</w:t>
          </w:r>
        </w:p>
      </w:docPartBody>
    </w:docPart>
    <w:docPart>
      <w:docPartPr>
        <w:name w:val="C021DE5A0DF746FF869FF4DE6FECB044"/>
        <w:category>
          <w:name w:val="Generale"/>
          <w:gallery w:val="placeholder"/>
        </w:category>
        <w:types>
          <w:type w:val="bbPlcHdr"/>
        </w:types>
        <w:behaviors>
          <w:behavior w:val="content"/>
        </w:behaviors>
        <w:guid w:val="{11F66802-ADC6-49B5-8F49-D8FFEB2FAB08}"/>
      </w:docPartPr>
      <w:docPartBody>
        <w:p w:rsidR="00F24AF6" w:rsidRDefault="0055333A" w:rsidP="0055333A">
          <w:pPr>
            <w:pStyle w:val="C021DE5A0DF746FF869FF4DE6FECB044"/>
          </w:pPr>
          <w:r w:rsidRPr="007176B6">
            <w:rPr>
              <w:rStyle w:val="Testosegnaposto"/>
            </w:rPr>
            <w:t>Fare clic qui per immettere testo.</w:t>
          </w:r>
        </w:p>
      </w:docPartBody>
    </w:docPart>
    <w:docPart>
      <w:docPartPr>
        <w:name w:val="9BC1829638C74691B5EE7D3F6E5DC05A"/>
        <w:category>
          <w:name w:val="Generale"/>
          <w:gallery w:val="placeholder"/>
        </w:category>
        <w:types>
          <w:type w:val="bbPlcHdr"/>
        </w:types>
        <w:behaviors>
          <w:behavior w:val="content"/>
        </w:behaviors>
        <w:guid w:val="{F9447FD7-6F14-42DD-A7CD-330F79BD17F9}"/>
      </w:docPartPr>
      <w:docPartBody>
        <w:p w:rsidR="00F24AF6" w:rsidRDefault="0055333A" w:rsidP="0055333A">
          <w:pPr>
            <w:pStyle w:val="9BC1829638C74691B5EE7D3F6E5DC05A"/>
          </w:pPr>
          <w:r w:rsidRPr="007176B6">
            <w:rPr>
              <w:rStyle w:val="Testosegnaposto"/>
            </w:rPr>
            <w:t>Fare clic qui per immettere testo.</w:t>
          </w:r>
        </w:p>
      </w:docPartBody>
    </w:docPart>
    <w:docPart>
      <w:docPartPr>
        <w:name w:val="792879A44E1849F8B6FB9436A866577D"/>
        <w:category>
          <w:name w:val="Generale"/>
          <w:gallery w:val="placeholder"/>
        </w:category>
        <w:types>
          <w:type w:val="bbPlcHdr"/>
        </w:types>
        <w:behaviors>
          <w:behavior w:val="content"/>
        </w:behaviors>
        <w:guid w:val="{14570AD3-945A-40B1-8444-7B1D70F0C904}"/>
      </w:docPartPr>
      <w:docPartBody>
        <w:p w:rsidR="001E60F1" w:rsidRDefault="00D314B0" w:rsidP="00D314B0">
          <w:pPr>
            <w:pStyle w:val="792879A44E1849F8B6FB9436A866577D"/>
          </w:pPr>
          <w:r w:rsidRPr="000D012E">
            <w:rPr>
              <w:rStyle w:val="Testosegnaposto"/>
            </w:rPr>
            <w:t>Fare clic qui per immettere testo.</w:t>
          </w:r>
        </w:p>
      </w:docPartBody>
    </w:docPart>
    <w:docPart>
      <w:docPartPr>
        <w:name w:val="910628657D984A9BB6504349992350D6"/>
        <w:category>
          <w:name w:val="Generale"/>
          <w:gallery w:val="placeholder"/>
        </w:category>
        <w:types>
          <w:type w:val="bbPlcHdr"/>
        </w:types>
        <w:behaviors>
          <w:behavior w:val="content"/>
        </w:behaviors>
        <w:guid w:val="{D9CEB896-3C99-4CA5-9F6D-463B84D52DAF}"/>
      </w:docPartPr>
      <w:docPartBody>
        <w:p w:rsidR="001E60F1" w:rsidRDefault="00D314B0" w:rsidP="00D314B0">
          <w:pPr>
            <w:pStyle w:val="910628657D984A9BB6504349992350D6"/>
          </w:pPr>
          <w:r w:rsidRPr="000D012E">
            <w:rPr>
              <w:rStyle w:val="Testosegnaposto"/>
            </w:rPr>
            <w:t>Fare clic qui per immettere testo.</w:t>
          </w:r>
        </w:p>
      </w:docPartBody>
    </w:docPart>
    <w:docPart>
      <w:docPartPr>
        <w:name w:val="42D6A58EE5E846D3A133B95F50BE5EA2"/>
        <w:category>
          <w:name w:val="Generale"/>
          <w:gallery w:val="placeholder"/>
        </w:category>
        <w:types>
          <w:type w:val="bbPlcHdr"/>
        </w:types>
        <w:behaviors>
          <w:behavior w:val="content"/>
        </w:behaviors>
        <w:guid w:val="{DAD72573-0D06-4A82-83DE-81E73E44ED3B}"/>
      </w:docPartPr>
      <w:docPartBody>
        <w:p w:rsidR="00B062E8" w:rsidRDefault="00EA2269" w:rsidP="00EA2269">
          <w:pPr>
            <w:pStyle w:val="42D6A58EE5E846D3A133B95F50BE5EA2"/>
          </w:pPr>
          <w:r w:rsidRPr="000C4B79">
            <w:rPr>
              <w:rStyle w:val="Testosegnaposto"/>
            </w:rPr>
            <w:t>Fare clic qui per immettere testo.</w:t>
          </w:r>
        </w:p>
      </w:docPartBody>
    </w:docPart>
    <w:docPart>
      <w:docPartPr>
        <w:name w:val="EB0AB5C21EBE4B3EA452F0953D204DD2"/>
        <w:category>
          <w:name w:val="Generale"/>
          <w:gallery w:val="placeholder"/>
        </w:category>
        <w:types>
          <w:type w:val="bbPlcHdr"/>
        </w:types>
        <w:behaviors>
          <w:behavior w:val="content"/>
        </w:behaviors>
        <w:guid w:val="{0FA1CDFE-4AB7-44A0-B339-C0F7D3829734}"/>
      </w:docPartPr>
      <w:docPartBody>
        <w:p w:rsidR="00B062E8" w:rsidRDefault="00EA2269" w:rsidP="00EA2269">
          <w:pPr>
            <w:pStyle w:val="EB0AB5C21EBE4B3EA452F0953D204DD2"/>
          </w:pPr>
          <w:r w:rsidRPr="000C4B79">
            <w:rPr>
              <w:rStyle w:val="Testosegnaposto"/>
            </w:rPr>
            <w:t>Fare clic qui per immettere testo.</w:t>
          </w:r>
        </w:p>
      </w:docPartBody>
    </w:docPart>
    <w:docPart>
      <w:docPartPr>
        <w:name w:val="02EB0239C1AD4AF1A350539DEC3BD4BC"/>
        <w:category>
          <w:name w:val="Generale"/>
          <w:gallery w:val="placeholder"/>
        </w:category>
        <w:types>
          <w:type w:val="bbPlcHdr"/>
        </w:types>
        <w:behaviors>
          <w:behavior w:val="content"/>
        </w:behaviors>
        <w:guid w:val="{0DF50A65-A8BD-4B15-9EE3-2C399857FF6F}"/>
      </w:docPartPr>
      <w:docPartBody>
        <w:p w:rsidR="00B062E8" w:rsidRDefault="00EA2269" w:rsidP="00EA2269">
          <w:pPr>
            <w:pStyle w:val="02EB0239C1AD4AF1A350539DEC3BD4BC"/>
          </w:pPr>
          <w:r w:rsidRPr="000D012E">
            <w:rPr>
              <w:rStyle w:val="Testosegnaposto"/>
            </w:rPr>
            <w:t>Fare clic qui per immettere testo.</w:t>
          </w:r>
        </w:p>
      </w:docPartBody>
    </w:docPart>
    <w:docPart>
      <w:docPartPr>
        <w:name w:val="A2E68790B70747CAB3FAC81C88DA7BA7"/>
        <w:category>
          <w:name w:val="Generale"/>
          <w:gallery w:val="placeholder"/>
        </w:category>
        <w:types>
          <w:type w:val="bbPlcHdr"/>
        </w:types>
        <w:behaviors>
          <w:behavior w:val="content"/>
        </w:behaviors>
        <w:guid w:val="{B0C1BD60-3631-4C2F-9713-ED70D91EBC09}"/>
      </w:docPartPr>
      <w:docPartBody>
        <w:p w:rsidR="00F56B36" w:rsidRDefault="00FA4932" w:rsidP="00FA4932">
          <w:pPr>
            <w:pStyle w:val="A2E68790B70747CAB3FAC81C88DA7BA7"/>
          </w:pPr>
          <w:r w:rsidRPr="000D012E">
            <w:rPr>
              <w:rStyle w:val="Testosegnaposto"/>
            </w:rPr>
            <w:t>Fare clic qui per immettere testo.</w:t>
          </w:r>
        </w:p>
      </w:docPartBody>
    </w:docPart>
    <w:docPart>
      <w:docPartPr>
        <w:name w:val="5E0E244B52B24073AB99B13B67C5ED10"/>
        <w:category>
          <w:name w:val="Generale"/>
          <w:gallery w:val="placeholder"/>
        </w:category>
        <w:types>
          <w:type w:val="bbPlcHdr"/>
        </w:types>
        <w:behaviors>
          <w:behavior w:val="content"/>
        </w:behaviors>
        <w:guid w:val="{A9E04394-F8FD-4DFE-BCDB-521C4B20FCA1}"/>
      </w:docPartPr>
      <w:docPartBody>
        <w:p w:rsidR="00F56B36" w:rsidRDefault="00FA4932" w:rsidP="00FA4932">
          <w:pPr>
            <w:pStyle w:val="5E0E244B52B24073AB99B13B67C5ED10"/>
          </w:pPr>
          <w:r w:rsidRPr="000D012E">
            <w:rPr>
              <w:rStyle w:val="Testosegnaposto"/>
            </w:rPr>
            <w:t>Fare clic qui per immettere testo.</w:t>
          </w:r>
        </w:p>
      </w:docPartBody>
    </w:docPart>
    <w:docPart>
      <w:docPartPr>
        <w:name w:val="9E911EC2005247E4BA778BFB835A7EE2"/>
        <w:category>
          <w:name w:val="Generale"/>
          <w:gallery w:val="placeholder"/>
        </w:category>
        <w:types>
          <w:type w:val="bbPlcHdr"/>
        </w:types>
        <w:behaviors>
          <w:behavior w:val="content"/>
        </w:behaviors>
        <w:guid w:val="{70E7D9F8-4768-4614-B1D3-97FEB4CB6A01}"/>
      </w:docPartPr>
      <w:docPartBody>
        <w:p w:rsidR="00F56B36" w:rsidRDefault="00FA4932" w:rsidP="00FA4932">
          <w:pPr>
            <w:pStyle w:val="9E911EC2005247E4BA778BFB835A7EE2"/>
          </w:pPr>
          <w:r w:rsidRPr="000D012E">
            <w:rPr>
              <w:rStyle w:val="Testosegnaposto"/>
            </w:rPr>
            <w:t>Fare clic qui per immettere testo.</w:t>
          </w:r>
        </w:p>
      </w:docPartBody>
    </w:docPart>
    <w:docPart>
      <w:docPartPr>
        <w:name w:val="3A0E0A688C4D48EA844FBC28FB4F5AC5"/>
        <w:category>
          <w:name w:val="Generale"/>
          <w:gallery w:val="placeholder"/>
        </w:category>
        <w:types>
          <w:type w:val="bbPlcHdr"/>
        </w:types>
        <w:behaviors>
          <w:behavior w:val="content"/>
        </w:behaviors>
        <w:guid w:val="{D643BBE9-7C31-4AFD-AA48-73320DA22C2D}"/>
      </w:docPartPr>
      <w:docPartBody>
        <w:p w:rsidR="00000000" w:rsidRDefault="00134C08" w:rsidP="00134C08">
          <w:pPr>
            <w:pStyle w:val="3A0E0A688C4D48EA844FBC28FB4F5AC5"/>
          </w:pPr>
          <w:r w:rsidRPr="000D012E">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5B05"/>
    <w:rsid w:val="00134C08"/>
    <w:rsid w:val="001755D1"/>
    <w:rsid w:val="001E60F1"/>
    <w:rsid w:val="002825DF"/>
    <w:rsid w:val="002E60E3"/>
    <w:rsid w:val="002F6FDA"/>
    <w:rsid w:val="003609E6"/>
    <w:rsid w:val="0042115E"/>
    <w:rsid w:val="0055333A"/>
    <w:rsid w:val="005F0467"/>
    <w:rsid w:val="0060516A"/>
    <w:rsid w:val="0066053F"/>
    <w:rsid w:val="00702EC3"/>
    <w:rsid w:val="00712E23"/>
    <w:rsid w:val="007557D9"/>
    <w:rsid w:val="007C3599"/>
    <w:rsid w:val="007D6840"/>
    <w:rsid w:val="008B5DA5"/>
    <w:rsid w:val="008E6CA2"/>
    <w:rsid w:val="008F43B1"/>
    <w:rsid w:val="0091600E"/>
    <w:rsid w:val="00931F7D"/>
    <w:rsid w:val="00A33B61"/>
    <w:rsid w:val="00A36EA6"/>
    <w:rsid w:val="00B062E8"/>
    <w:rsid w:val="00B26012"/>
    <w:rsid w:val="00BA2CC2"/>
    <w:rsid w:val="00BB799F"/>
    <w:rsid w:val="00C835CA"/>
    <w:rsid w:val="00CA3DAF"/>
    <w:rsid w:val="00D314B0"/>
    <w:rsid w:val="00EA2269"/>
    <w:rsid w:val="00F24AF6"/>
    <w:rsid w:val="00F56B36"/>
    <w:rsid w:val="00FA49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134C08"/>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9AF841B81FA42F2880AD73D22761C43">
    <w:name w:val="99AF841B81FA42F2880AD73D22761C43"/>
    <w:rsid w:val="00931F7D"/>
  </w:style>
  <w:style w:type="paragraph" w:customStyle="1" w:styleId="519264CA17684ACE9612D12DEECA887F">
    <w:name w:val="519264CA17684ACE9612D12DEECA887F"/>
    <w:rsid w:val="0042115E"/>
  </w:style>
  <w:style w:type="paragraph" w:customStyle="1" w:styleId="B0B29A40E1AF4A9990F05AC5AFA3AD80">
    <w:name w:val="B0B29A40E1AF4A9990F05AC5AFA3AD80"/>
    <w:rsid w:val="0042115E"/>
  </w:style>
  <w:style w:type="paragraph" w:customStyle="1" w:styleId="FB75211765DE4200AB165BB223C31365">
    <w:name w:val="FB75211765DE4200AB165BB223C31365"/>
    <w:rsid w:val="00CA3DAF"/>
  </w:style>
  <w:style w:type="paragraph" w:customStyle="1" w:styleId="B5851CC5095E4701A340DE94160EADD8">
    <w:name w:val="B5851CC5095E4701A340DE94160EADD8"/>
    <w:rsid w:val="00CA3DAF"/>
  </w:style>
  <w:style w:type="paragraph" w:customStyle="1" w:styleId="74888FF116EB4B3E9A775B73CA69401C">
    <w:name w:val="74888FF116EB4B3E9A775B73CA69401C"/>
    <w:rsid w:val="00CA3DAF"/>
  </w:style>
  <w:style w:type="paragraph" w:customStyle="1" w:styleId="2598058B52B843A7ADA9879EF0854F9B">
    <w:name w:val="2598058B52B843A7ADA9879EF0854F9B"/>
    <w:rsid w:val="00CA3DAF"/>
  </w:style>
  <w:style w:type="paragraph" w:customStyle="1" w:styleId="4C177D5E971949EAB1585E8996D84516">
    <w:name w:val="4C177D5E971949EAB1585E8996D84516"/>
    <w:rsid w:val="00CA3DAF"/>
  </w:style>
  <w:style w:type="paragraph" w:customStyle="1" w:styleId="88C59313745045F3B9AB63E8E8C5B505">
    <w:name w:val="88C59313745045F3B9AB63E8E8C5B505"/>
    <w:rsid w:val="00CA3DAF"/>
  </w:style>
  <w:style w:type="paragraph" w:customStyle="1" w:styleId="43AF675602634A8581741484A99CD0FF">
    <w:name w:val="43AF675602634A8581741484A99CD0FF"/>
    <w:rsid w:val="00CA3DAF"/>
  </w:style>
  <w:style w:type="paragraph" w:customStyle="1" w:styleId="EDB087A991F54B1AAA4207284D667664">
    <w:name w:val="EDB087A991F54B1AAA4207284D667664"/>
    <w:rsid w:val="00CA3DAF"/>
  </w:style>
  <w:style w:type="paragraph" w:customStyle="1" w:styleId="8A18876EA4E1458A8206BE382866F187">
    <w:name w:val="8A18876EA4E1458A8206BE382866F187"/>
    <w:rsid w:val="00CA3DAF"/>
  </w:style>
  <w:style w:type="paragraph" w:customStyle="1" w:styleId="C4FE3ED57D3445CE832D4133EFF21F07">
    <w:name w:val="C4FE3ED57D3445CE832D4133EFF21F07"/>
    <w:rsid w:val="00CA3DAF"/>
  </w:style>
  <w:style w:type="paragraph" w:customStyle="1" w:styleId="458E5BDB06DD473FA9B5A19268C44AB8">
    <w:name w:val="458E5BDB06DD473FA9B5A19268C44AB8"/>
    <w:rsid w:val="00CA3DAF"/>
  </w:style>
  <w:style w:type="paragraph" w:customStyle="1" w:styleId="B57449FAA2CC41BEBA204BA42F32F2CC">
    <w:name w:val="B57449FAA2CC41BEBA204BA42F32F2CC"/>
    <w:rsid w:val="00CA3DAF"/>
  </w:style>
  <w:style w:type="paragraph" w:customStyle="1" w:styleId="63C28068EEFB4E519FC1E7612EA25626">
    <w:name w:val="63C28068EEFB4E519FC1E7612EA25626"/>
    <w:rsid w:val="00CA3DAF"/>
  </w:style>
  <w:style w:type="paragraph" w:customStyle="1" w:styleId="21D507F91D5E40D899420AD5E3FCE73B">
    <w:name w:val="21D507F91D5E40D899420AD5E3FCE73B"/>
    <w:rsid w:val="00CA3DAF"/>
  </w:style>
  <w:style w:type="paragraph" w:customStyle="1" w:styleId="D2179DF535FF488FB753F45E49E56AC9">
    <w:name w:val="D2179DF535FF488FB753F45E49E56AC9"/>
    <w:rsid w:val="002E60E3"/>
  </w:style>
  <w:style w:type="paragraph" w:customStyle="1" w:styleId="DBB56925326E43F6877C57E0BCFAE7EC">
    <w:name w:val="DBB56925326E43F6877C57E0BCFAE7EC"/>
    <w:rsid w:val="002E60E3"/>
  </w:style>
  <w:style w:type="paragraph" w:customStyle="1" w:styleId="114D0FB331BF4D1EB183D9A9DB78A804">
    <w:name w:val="114D0FB331BF4D1EB183D9A9DB78A804"/>
    <w:rsid w:val="00702EC3"/>
  </w:style>
  <w:style w:type="paragraph" w:customStyle="1" w:styleId="9D14E86289CE48BFBD8A6A305712DA8E">
    <w:name w:val="9D14E86289CE48BFBD8A6A305712DA8E"/>
    <w:rsid w:val="00702EC3"/>
  </w:style>
  <w:style w:type="paragraph" w:customStyle="1" w:styleId="A4D2BEB716A94D709F2CA086234518C5">
    <w:name w:val="A4D2BEB716A94D709F2CA086234518C5"/>
    <w:rsid w:val="00702EC3"/>
  </w:style>
  <w:style w:type="paragraph" w:customStyle="1" w:styleId="5A3FABC668BE44779D0209FC55CC1EC1">
    <w:name w:val="5A3FABC668BE44779D0209FC55CC1EC1"/>
    <w:rsid w:val="00A36EA6"/>
  </w:style>
  <w:style w:type="paragraph" w:customStyle="1" w:styleId="E934431C1D524DBF93D3991DB0B398E6">
    <w:name w:val="E934431C1D524DBF93D3991DB0B398E6"/>
    <w:rsid w:val="00A36EA6"/>
  </w:style>
  <w:style w:type="paragraph" w:customStyle="1" w:styleId="D7EFEA71E9F346B4BF00CB29F9E1BF0F">
    <w:name w:val="D7EFEA71E9F346B4BF00CB29F9E1BF0F"/>
    <w:rsid w:val="00A36EA6"/>
  </w:style>
  <w:style w:type="paragraph" w:customStyle="1" w:styleId="439DF298C4334BD195CE2E6FDB1A44AC">
    <w:name w:val="439DF298C4334BD195CE2E6FDB1A44AC"/>
    <w:rsid w:val="00A36EA6"/>
  </w:style>
  <w:style w:type="paragraph" w:customStyle="1" w:styleId="C00049F37BEA4E31A4CD7558C1011C9C">
    <w:name w:val="C00049F37BEA4E31A4CD7558C1011C9C"/>
    <w:rsid w:val="00A36EA6"/>
  </w:style>
  <w:style w:type="paragraph" w:customStyle="1" w:styleId="A50D277094B745178307D201427EC83A">
    <w:name w:val="A50D277094B745178307D201427EC83A"/>
    <w:rsid w:val="00A36EA6"/>
  </w:style>
  <w:style w:type="paragraph" w:customStyle="1" w:styleId="69672979E04F49AC8F4B2CEDAE1D1FEB">
    <w:name w:val="69672979E04F49AC8F4B2CEDAE1D1FEB"/>
    <w:rsid w:val="00A36EA6"/>
  </w:style>
  <w:style w:type="paragraph" w:customStyle="1" w:styleId="20DBBD3DB4B547D0889B57B9561C1D7C">
    <w:name w:val="20DBBD3DB4B547D0889B57B9561C1D7C"/>
    <w:rsid w:val="00A36EA6"/>
  </w:style>
  <w:style w:type="paragraph" w:customStyle="1" w:styleId="EF9B3D251233465FA7E9B05DB2F9E6F3">
    <w:name w:val="EF9B3D251233465FA7E9B05DB2F9E6F3"/>
    <w:rsid w:val="00A36EA6"/>
  </w:style>
  <w:style w:type="paragraph" w:customStyle="1" w:styleId="239D1B8FA61F410B984C5E9EF45902BE">
    <w:name w:val="239D1B8FA61F410B984C5E9EF45902BE"/>
    <w:rsid w:val="00A36EA6"/>
  </w:style>
  <w:style w:type="paragraph" w:customStyle="1" w:styleId="53DEFBCA845944DFBA142948A524403B">
    <w:name w:val="53DEFBCA845944DFBA142948A524403B"/>
    <w:rsid w:val="00A36EA6"/>
  </w:style>
  <w:style w:type="paragraph" w:customStyle="1" w:styleId="ABFD9C8434B44550A1321698421E4756">
    <w:name w:val="ABFD9C8434B44550A1321698421E4756"/>
    <w:rsid w:val="00A36EA6"/>
  </w:style>
  <w:style w:type="paragraph" w:customStyle="1" w:styleId="DB7997707499485E8F9F5541828E635D">
    <w:name w:val="DB7997707499485E8F9F5541828E635D"/>
    <w:rsid w:val="00A36EA6"/>
  </w:style>
  <w:style w:type="paragraph" w:customStyle="1" w:styleId="44428AFD7B3A44A5B17AF708F12BEA98">
    <w:name w:val="44428AFD7B3A44A5B17AF708F12BEA98"/>
    <w:rsid w:val="00A36EA6"/>
  </w:style>
  <w:style w:type="paragraph" w:customStyle="1" w:styleId="C57D04CA15564D4DA2B20939672F0236">
    <w:name w:val="C57D04CA15564D4DA2B20939672F0236"/>
    <w:rsid w:val="00A36EA6"/>
  </w:style>
  <w:style w:type="paragraph" w:customStyle="1" w:styleId="3620FE966FED4C78A0945AA1EFF6FA59">
    <w:name w:val="3620FE966FED4C78A0945AA1EFF6FA59"/>
    <w:rsid w:val="00A36EA6"/>
  </w:style>
  <w:style w:type="paragraph" w:customStyle="1" w:styleId="9B240FBC600F4D1B8CFB195AAAC327CB">
    <w:name w:val="9B240FBC600F4D1B8CFB195AAAC327CB"/>
    <w:rsid w:val="0055333A"/>
  </w:style>
  <w:style w:type="paragraph" w:customStyle="1" w:styleId="F2B0E11347EE4956B75E26006A90E90F">
    <w:name w:val="F2B0E11347EE4956B75E26006A90E90F"/>
    <w:rsid w:val="0055333A"/>
  </w:style>
  <w:style w:type="paragraph" w:customStyle="1" w:styleId="BCEB13BACAF74529B2A4A9A164FF3E9B">
    <w:name w:val="BCEB13BACAF74529B2A4A9A164FF3E9B"/>
    <w:rsid w:val="0055333A"/>
  </w:style>
  <w:style w:type="paragraph" w:customStyle="1" w:styleId="A6122ADB4B7E4F64BD60874954453A5A">
    <w:name w:val="A6122ADB4B7E4F64BD60874954453A5A"/>
    <w:rsid w:val="0055333A"/>
  </w:style>
  <w:style w:type="paragraph" w:customStyle="1" w:styleId="3FA280CF02DC45B59B8C2C7E482B9C50">
    <w:name w:val="3FA280CF02DC45B59B8C2C7E482B9C50"/>
    <w:rsid w:val="0055333A"/>
  </w:style>
  <w:style w:type="paragraph" w:customStyle="1" w:styleId="34C6876FC8E5419C904743D5015F3840">
    <w:name w:val="34C6876FC8E5419C904743D5015F3840"/>
    <w:rsid w:val="0055333A"/>
  </w:style>
  <w:style w:type="paragraph" w:customStyle="1" w:styleId="A4CE668E4EC045A1A1001DD77967D8C7">
    <w:name w:val="A4CE668E4EC045A1A1001DD77967D8C7"/>
    <w:rsid w:val="0055333A"/>
  </w:style>
  <w:style w:type="paragraph" w:customStyle="1" w:styleId="C1DDA3C3484640D1B43480AF9A9F9701">
    <w:name w:val="C1DDA3C3484640D1B43480AF9A9F9701"/>
    <w:rsid w:val="0055333A"/>
  </w:style>
  <w:style w:type="paragraph" w:customStyle="1" w:styleId="4FCEC782A6C8497EBC7FC73090E99E36">
    <w:name w:val="4FCEC782A6C8497EBC7FC73090E99E36"/>
    <w:rsid w:val="0055333A"/>
  </w:style>
  <w:style w:type="paragraph" w:customStyle="1" w:styleId="100D83D39E2F42959B15FE2AAF716BFB">
    <w:name w:val="100D83D39E2F42959B15FE2AAF716BFB"/>
    <w:rsid w:val="0055333A"/>
  </w:style>
  <w:style w:type="paragraph" w:customStyle="1" w:styleId="C021DE5A0DF746FF869FF4DE6FECB044">
    <w:name w:val="C021DE5A0DF746FF869FF4DE6FECB044"/>
    <w:rsid w:val="0055333A"/>
  </w:style>
  <w:style w:type="paragraph" w:customStyle="1" w:styleId="9BC1829638C74691B5EE7D3F6E5DC05A">
    <w:name w:val="9BC1829638C74691B5EE7D3F6E5DC05A"/>
    <w:rsid w:val="0055333A"/>
  </w:style>
  <w:style w:type="paragraph" w:customStyle="1" w:styleId="C818E91729F64DE780D1012C2AF664DB">
    <w:name w:val="C818E91729F64DE780D1012C2AF664DB"/>
    <w:rsid w:val="002825DF"/>
  </w:style>
  <w:style w:type="paragraph" w:customStyle="1" w:styleId="3E5820DA56C140E3AA76426C3CCCAA2D">
    <w:name w:val="3E5820DA56C140E3AA76426C3CCCAA2D"/>
    <w:rsid w:val="00D314B0"/>
  </w:style>
  <w:style w:type="paragraph" w:customStyle="1" w:styleId="E8D531D69CFC4407A668E68FAC1F9A12">
    <w:name w:val="E8D531D69CFC4407A668E68FAC1F9A12"/>
    <w:rsid w:val="00D314B0"/>
  </w:style>
  <w:style w:type="paragraph" w:customStyle="1" w:styleId="792879A44E1849F8B6FB9436A866577D">
    <w:name w:val="792879A44E1849F8B6FB9436A866577D"/>
    <w:rsid w:val="00D314B0"/>
  </w:style>
  <w:style w:type="paragraph" w:customStyle="1" w:styleId="910628657D984A9BB6504349992350D6">
    <w:name w:val="910628657D984A9BB6504349992350D6"/>
    <w:rsid w:val="00D314B0"/>
  </w:style>
  <w:style w:type="paragraph" w:customStyle="1" w:styleId="3F383C3D1D0A44BAA5BF2CF8D4E69013">
    <w:name w:val="3F383C3D1D0A44BAA5BF2CF8D4E69013"/>
    <w:rsid w:val="008E6CA2"/>
  </w:style>
  <w:style w:type="paragraph" w:customStyle="1" w:styleId="07EC52E9E4B7487CA99BAA1386A2AA51">
    <w:name w:val="07EC52E9E4B7487CA99BAA1386A2AA51"/>
    <w:rsid w:val="008E6CA2"/>
  </w:style>
  <w:style w:type="paragraph" w:customStyle="1" w:styleId="562B39AF520C4E3DA10E61E1084E5782">
    <w:name w:val="562B39AF520C4E3DA10E61E1084E5782"/>
    <w:rsid w:val="0066053F"/>
  </w:style>
  <w:style w:type="paragraph" w:customStyle="1" w:styleId="8B620E41A816407EBD11C70A46F35328">
    <w:name w:val="8B620E41A816407EBD11C70A46F35328"/>
    <w:rsid w:val="007C3599"/>
  </w:style>
  <w:style w:type="paragraph" w:customStyle="1" w:styleId="4EFB42C30DBC49C3B896C8C616A2C986">
    <w:name w:val="4EFB42C30DBC49C3B896C8C616A2C986"/>
    <w:rsid w:val="007C3599"/>
  </w:style>
  <w:style w:type="paragraph" w:customStyle="1" w:styleId="D60F9A0155104EB29EA07A9871232DAF">
    <w:name w:val="D60F9A0155104EB29EA07A9871232DAF"/>
    <w:rsid w:val="007C3599"/>
  </w:style>
  <w:style w:type="paragraph" w:customStyle="1" w:styleId="F5C4E8FFF4554F69910A6091E242C2E2">
    <w:name w:val="F5C4E8FFF4554F69910A6091E242C2E2"/>
    <w:rsid w:val="00EA2269"/>
  </w:style>
  <w:style w:type="paragraph" w:customStyle="1" w:styleId="293C4607ABBE42BEA87DA95F776F53E8">
    <w:name w:val="293C4607ABBE42BEA87DA95F776F53E8"/>
    <w:rsid w:val="00EA2269"/>
  </w:style>
  <w:style w:type="paragraph" w:customStyle="1" w:styleId="4A11B24B085646A79615C1AA7C466202">
    <w:name w:val="4A11B24B085646A79615C1AA7C466202"/>
    <w:rsid w:val="00EA2269"/>
  </w:style>
  <w:style w:type="paragraph" w:customStyle="1" w:styleId="42D6A58EE5E846D3A133B95F50BE5EA2">
    <w:name w:val="42D6A58EE5E846D3A133B95F50BE5EA2"/>
    <w:rsid w:val="00EA2269"/>
  </w:style>
  <w:style w:type="paragraph" w:customStyle="1" w:styleId="EB0AB5C21EBE4B3EA452F0953D204DD2">
    <w:name w:val="EB0AB5C21EBE4B3EA452F0953D204DD2"/>
    <w:rsid w:val="00EA2269"/>
  </w:style>
  <w:style w:type="paragraph" w:customStyle="1" w:styleId="02EB0239C1AD4AF1A350539DEC3BD4BC">
    <w:name w:val="02EB0239C1AD4AF1A350539DEC3BD4BC"/>
    <w:rsid w:val="00EA2269"/>
  </w:style>
  <w:style w:type="paragraph" w:customStyle="1" w:styleId="63B49176E73447C887DD2539AC0B78E2">
    <w:name w:val="63B49176E73447C887DD2539AC0B78E2"/>
    <w:rsid w:val="00EA2269"/>
  </w:style>
  <w:style w:type="paragraph" w:customStyle="1" w:styleId="DBD9E81ACC15489B8B8C4E73934D4295">
    <w:name w:val="DBD9E81ACC15489B8B8C4E73934D4295"/>
    <w:rsid w:val="00EA2269"/>
  </w:style>
  <w:style w:type="paragraph" w:customStyle="1" w:styleId="A2E68790B70747CAB3FAC81C88DA7BA7">
    <w:name w:val="A2E68790B70747CAB3FAC81C88DA7BA7"/>
    <w:rsid w:val="00FA4932"/>
  </w:style>
  <w:style w:type="paragraph" w:customStyle="1" w:styleId="7AF0715C09574536AD4B4AC09017AAB0">
    <w:name w:val="7AF0715C09574536AD4B4AC09017AAB0"/>
    <w:rsid w:val="00FA4932"/>
  </w:style>
  <w:style w:type="paragraph" w:customStyle="1" w:styleId="1524FD47454142EB88B83476A8F75DAE">
    <w:name w:val="1524FD47454142EB88B83476A8F75DAE"/>
    <w:rsid w:val="00FA4932"/>
  </w:style>
  <w:style w:type="paragraph" w:customStyle="1" w:styleId="D1F71CB01829466FB18CF052C3A01E6B">
    <w:name w:val="D1F71CB01829466FB18CF052C3A01E6B"/>
    <w:rsid w:val="00FA4932"/>
  </w:style>
  <w:style w:type="paragraph" w:customStyle="1" w:styleId="F7AAF716AF37466AA1E1157EEB41D175">
    <w:name w:val="F7AAF716AF37466AA1E1157EEB41D175"/>
    <w:rsid w:val="00FA4932"/>
  </w:style>
  <w:style w:type="paragraph" w:customStyle="1" w:styleId="23F0EDD429AC4F80BCDEE8649E7F62ED">
    <w:name w:val="23F0EDD429AC4F80BCDEE8649E7F62ED"/>
    <w:rsid w:val="00FA4932"/>
  </w:style>
  <w:style w:type="paragraph" w:customStyle="1" w:styleId="D30BDA9FAAF44829B7D7BF93D2398618">
    <w:name w:val="D30BDA9FAAF44829B7D7BF93D2398618"/>
    <w:rsid w:val="00FA4932"/>
  </w:style>
  <w:style w:type="paragraph" w:customStyle="1" w:styleId="5E0E244B52B24073AB99B13B67C5ED10">
    <w:name w:val="5E0E244B52B24073AB99B13B67C5ED10"/>
    <w:rsid w:val="00FA4932"/>
  </w:style>
  <w:style w:type="paragraph" w:customStyle="1" w:styleId="9E911EC2005247E4BA778BFB835A7EE2">
    <w:name w:val="9E911EC2005247E4BA778BFB835A7EE2"/>
    <w:rsid w:val="00FA4932"/>
  </w:style>
  <w:style w:type="paragraph" w:customStyle="1" w:styleId="37CECDB6221F434E94933D22F31A5748">
    <w:name w:val="37CECDB6221F434E94933D22F31A5748"/>
    <w:rsid w:val="00134C08"/>
  </w:style>
  <w:style w:type="paragraph" w:customStyle="1" w:styleId="3A0E0A688C4D48EA844FBC28FB4F5AC5">
    <w:name w:val="3A0E0A688C4D48EA844FBC28FB4F5AC5"/>
    <w:rsid w:val="00134C0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0636ED-B31C-4ED2-91A7-0F5B45D2A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452B4709</Template>
  <TotalTime>57</TotalTime>
  <Pages>4</Pages>
  <Words>1267</Words>
  <Characters>7992</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9241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19</cp:revision>
  <cp:lastPrinted>2017-02-15T13:15:00Z</cp:lastPrinted>
  <dcterms:created xsi:type="dcterms:W3CDTF">2025-10-27T08:55:00Z</dcterms:created>
  <dcterms:modified xsi:type="dcterms:W3CDTF">2025-10-31T08:31:00Z</dcterms:modified>
</cp:coreProperties>
</file>